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F40" w:rsidRDefault="00B25F40" w:rsidP="00FD62EA">
      <w:pPr>
        <w:contextualSpacing/>
        <w:rPr>
          <w:rFonts w:ascii="Verdana" w:hAnsi="Verdana" w:cs="Verdana"/>
        </w:rPr>
      </w:pPr>
    </w:p>
    <w:p w:rsidR="00B25F40" w:rsidRPr="00885EF6" w:rsidRDefault="00B25F40" w:rsidP="00FD62EA">
      <w:pPr>
        <w:contextualSpacing/>
        <w:rPr>
          <w:rFonts w:ascii="Verdana" w:hAnsi="Verdana" w:cs="Verdana"/>
          <w:b/>
          <w:bCs/>
        </w:rPr>
      </w:pPr>
      <w:r w:rsidRPr="00885EF6">
        <w:rPr>
          <w:rFonts w:ascii="Verdana" w:hAnsi="Verdana" w:cs="Verdana"/>
        </w:rPr>
        <w:t xml:space="preserve">Rates of reactions:  </w:t>
      </w:r>
      <w:r w:rsidRPr="00885EF6">
        <w:rPr>
          <w:rFonts w:ascii="Verdana" w:hAnsi="Verdana" w:cs="Verdana"/>
          <w:b/>
          <w:bCs/>
        </w:rPr>
        <w:t>Guided Inquiry</w:t>
      </w:r>
    </w:p>
    <w:p w:rsidR="00B25F40" w:rsidRPr="00885EF6" w:rsidRDefault="00B25F40" w:rsidP="00FD62EA">
      <w:pPr>
        <w:contextualSpacing/>
        <w:rPr>
          <w:rFonts w:ascii="Verdana" w:hAnsi="Verdana" w:cs="Verdana"/>
          <w:b/>
          <w:bCs/>
        </w:rPr>
      </w:pPr>
      <w:r w:rsidRPr="00885EF6">
        <w:rPr>
          <w:rFonts w:ascii="Verdana" w:hAnsi="Verdana" w:cs="Verdana"/>
        </w:rPr>
        <w:tab/>
      </w:r>
      <w:r w:rsidRPr="00885EF6">
        <w:rPr>
          <w:rFonts w:ascii="Verdana" w:hAnsi="Verdana" w:cs="Verdana"/>
        </w:rPr>
        <w:tab/>
      </w:r>
      <w:r w:rsidRPr="00885EF6">
        <w:rPr>
          <w:rFonts w:ascii="Verdana" w:hAnsi="Verdana" w:cs="Verdana"/>
        </w:rPr>
        <w:tab/>
      </w:r>
      <w:r w:rsidRPr="00885EF6">
        <w:rPr>
          <w:rFonts w:ascii="Verdana" w:hAnsi="Verdana" w:cs="Verdana"/>
        </w:rPr>
        <w:tab/>
      </w:r>
      <w:r w:rsidRPr="00885EF6">
        <w:rPr>
          <w:rFonts w:ascii="Verdana" w:hAnsi="Verdana" w:cs="Verdana"/>
        </w:rPr>
        <w:tab/>
      </w:r>
      <w:r w:rsidRPr="00885EF6">
        <w:rPr>
          <w:rFonts w:ascii="Verdana" w:hAnsi="Verdana" w:cs="Verdana"/>
        </w:rPr>
        <w:tab/>
      </w:r>
      <w:r w:rsidRPr="00885EF6">
        <w:rPr>
          <w:rFonts w:ascii="Verdana" w:hAnsi="Verdana" w:cs="Verdana"/>
        </w:rPr>
        <w:tab/>
      </w:r>
      <w:r w:rsidRPr="00885EF6">
        <w:rPr>
          <w:rFonts w:ascii="Verdana" w:hAnsi="Verdana" w:cs="Verdana"/>
        </w:rPr>
        <w:tab/>
      </w:r>
    </w:p>
    <w:p w:rsidR="00B25F40" w:rsidRPr="00885EF6" w:rsidRDefault="00B25F40" w:rsidP="00DC55D8">
      <w:pPr>
        <w:spacing w:after="0"/>
        <w:rPr>
          <w:rFonts w:ascii="Verdana" w:hAnsi="Verdana" w:cs="Verdana"/>
          <w:b/>
          <w:bCs/>
          <w:u w:val="single"/>
        </w:rPr>
      </w:pPr>
      <w:r w:rsidRPr="00885EF6">
        <w:rPr>
          <w:rFonts w:ascii="Verdana" w:hAnsi="Verdana" w:cs="Verdana"/>
          <w:b/>
          <w:bCs/>
          <w:u w:val="single"/>
        </w:rPr>
        <w:t>Chemical Kinetics (Rate of Reaction)</w:t>
      </w:r>
    </w:p>
    <w:p w:rsidR="00B25F40" w:rsidRPr="00885EF6" w:rsidRDefault="00B25F40" w:rsidP="00DC55D8">
      <w:pPr>
        <w:spacing w:after="0"/>
        <w:rPr>
          <w:rFonts w:ascii="Verdana" w:hAnsi="Verdana" w:cs="Verdana"/>
        </w:rPr>
      </w:pPr>
    </w:p>
    <w:p w:rsidR="00B25F40" w:rsidRDefault="00B25F40" w:rsidP="00DC55D8">
      <w:pPr>
        <w:spacing w:after="0"/>
        <w:rPr>
          <w:rFonts w:ascii="Verdana" w:hAnsi="Verdana" w:cs="Verdana"/>
        </w:rPr>
      </w:pPr>
      <w:r w:rsidRPr="00885EF6">
        <w:rPr>
          <w:rFonts w:ascii="Verdana" w:hAnsi="Verdana" w:cs="Verdana"/>
        </w:rPr>
        <w:t>Four major things affect the rate of a reaction:</w:t>
      </w:r>
    </w:p>
    <w:p w:rsidR="00B25F40" w:rsidRPr="00885EF6" w:rsidRDefault="00B25F40" w:rsidP="00DC55D8">
      <w:pPr>
        <w:spacing w:after="0"/>
        <w:rPr>
          <w:rFonts w:ascii="Verdana" w:hAnsi="Verdana" w:cs="Verdana"/>
        </w:rPr>
      </w:pPr>
    </w:p>
    <w:p w:rsidR="00B25F40" w:rsidRPr="00885EF6" w:rsidRDefault="00B25F40" w:rsidP="00DC55D8">
      <w:pPr>
        <w:spacing w:after="0"/>
        <w:rPr>
          <w:rFonts w:ascii="Verdana" w:hAnsi="Verdana" w:cs="Verdana"/>
          <w:u w:val="single"/>
        </w:rPr>
      </w:pPr>
      <w:r w:rsidRPr="00885EF6">
        <w:rPr>
          <w:rFonts w:ascii="Verdana" w:hAnsi="Verdana" w:cs="Verdana"/>
          <w:u w:val="single"/>
        </w:rPr>
        <w:t xml:space="preserve">Concentration: </w:t>
      </w:r>
    </w:p>
    <w:p w:rsidR="00B25F40" w:rsidRPr="00885EF6" w:rsidRDefault="00B25F40" w:rsidP="00885EF6">
      <w:pPr>
        <w:spacing w:after="0"/>
        <w:rPr>
          <w:rFonts w:ascii="Verdana" w:hAnsi="Verdana" w:cs="Verdana"/>
        </w:rPr>
      </w:pPr>
      <w:r w:rsidRPr="00885EF6">
        <w:rPr>
          <w:rFonts w:ascii="Verdana" w:hAnsi="Verdana" w:cs="Verdana"/>
        </w:rPr>
        <w:t>More molecules = more collisions</w:t>
      </w:r>
    </w:p>
    <w:p w:rsidR="00B25F40" w:rsidRDefault="00B25F40" w:rsidP="00885EF6">
      <w:pPr>
        <w:spacing w:after="0"/>
        <w:rPr>
          <w:rFonts w:ascii="Verdana" w:hAnsi="Verdana" w:cs="Verdana"/>
        </w:rPr>
      </w:pPr>
      <w:r w:rsidRPr="00885EF6">
        <w:rPr>
          <w:rFonts w:ascii="Verdana" w:hAnsi="Verdana" w:cs="Verdana"/>
        </w:rPr>
        <w:t>Collisions are necessary for reactions</w:t>
      </w:r>
    </w:p>
    <w:p w:rsidR="00B25F40" w:rsidRDefault="00B25F40" w:rsidP="00267E5B">
      <w:pPr>
        <w:spacing w:after="0"/>
        <w:rPr>
          <w:rFonts w:ascii="Verdana" w:hAnsi="Verdana" w:cs="Verdana"/>
        </w:rPr>
      </w:pPr>
    </w:p>
    <w:p w:rsidR="00B25F40" w:rsidRPr="00885EF6" w:rsidRDefault="00B25F40" w:rsidP="00267E5B">
      <w:pPr>
        <w:spacing w:after="0"/>
        <w:rPr>
          <w:rFonts w:ascii="Verdana" w:hAnsi="Verdana" w:cs="Verdana"/>
          <w:u w:val="single"/>
        </w:rPr>
      </w:pPr>
      <w:smartTag w:uri="urn:schemas-microsoft-com:office:smarttags" w:element="place">
        <w:smartTag w:uri="urn:schemas-microsoft-com:office:smarttags" w:element="PlaceName">
          <w:r w:rsidRPr="00885EF6">
            <w:rPr>
              <w:rFonts w:ascii="Verdana" w:hAnsi="Verdana" w:cs="Verdana"/>
              <w:u w:val="single"/>
            </w:rPr>
            <w:t>Physical</w:t>
          </w:r>
        </w:smartTag>
        <w:r w:rsidRPr="00885EF6">
          <w:rPr>
            <w:rFonts w:ascii="Verdana" w:hAnsi="Verdana" w:cs="Verdana"/>
            <w:u w:val="single"/>
          </w:rPr>
          <w:t xml:space="preserve"> </w:t>
        </w:r>
        <w:smartTag w:uri="urn:schemas-microsoft-com:office:smarttags" w:element="PlaceType">
          <w:r w:rsidRPr="00885EF6">
            <w:rPr>
              <w:rFonts w:ascii="Verdana" w:hAnsi="Verdana" w:cs="Verdana"/>
              <w:u w:val="single"/>
            </w:rPr>
            <w:t>State</w:t>
          </w:r>
        </w:smartTag>
      </w:smartTag>
      <w:r w:rsidRPr="00885EF6">
        <w:rPr>
          <w:rFonts w:ascii="Verdana" w:hAnsi="Verdana" w:cs="Verdana"/>
          <w:u w:val="single"/>
        </w:rPr>
        <w:t>:</w:t>
      </w:r>
    </w:p>
    <w:p w:rsidR="00B25F40" w:rsidRPr="00885EF6" w:rsidRDefault="00B25F40" w:rsidP="00267E5B">
      <w:pPr>
        <w:spacing w:after="0"/>
        <w:rPr>
          <w:rFonts w:ascii="Verdana" w:hAnsi="Verdana" w:cs="Verdana"/>
        </w:rPr>
      </w:pPr>
      <w:r w:rsidRPr="00885EF6">
        <w:rPr>
          <w:rFonts w:ascii="Verdana" w:hAnsi="Verdana" w:cs="Verdana"/>
        </w:rPr>
        <w:tab/>
        <w:t>Ability to mix reactants</w:t>
      </w:r>
    </w:p>
    <w:p w:rsidR="00B25F40" w:rsidRPr="00885EF6" w:rsidRDefault="00B25F40" w:rsidP="00267E5B">
      <w:pPr>
        <w:spacing w:after="0"/>
        <w:rPr>
          <w:rFonts w:ascii="Verdana" w:hAnsi="Verdana" w:cs="Verdana"/>
        </w:rPr>
      </w:pPr>
      <w:r>
        <w:rPr>
          <w:rFonts w:ascii="Verdana" w:hAnsi="Verdana" w:cs="Verdana"/>
        </w:rPr>
        <w:tab/>
      </w:r>
      <w:r w:rsidRPr="00885EF6">
        <w:rPr>
          <w:rFonts w:ascii="Verdana" w:hAnsi="Verdana" w:cs="Verdana"/>
        </w:rPr>
        <w:t>Solids can be grinded to increase surface area</w:t>
      </w:r>
    </w:p>
    <w:p w:rsidR="00B25F40" w:rsidRPr="00885EF6" w:rsidRDefault="00B25F40" w:rsidP="00267E5B">
      <w:pPr>
        <w:spacing w:after="0"/>
        <w:rPr>
          <w:rFonts w:ascii="Verdana" w:hAnsi="Verdana" w:cs="Verdana"/>
        </w:rPr>
      </w:pPr>
      <w:r>
        <w:rPr>
          <w:rFonts w:ascii="Verdana" w:hAnsi="Verdana" w:cs="Verdana"/>
        </w:rPr>
        <w:tab/>
      </w:r>
      <w:r w:rsidRPr="00885EF6">
        <w:rPr>
          <w:rFonts w:ascii="Verdana" w:hAnsi="Verdana" w:cs="Verdana"/>
        </w:rPr>
        <w:t>Liquids can be stirred</w:t>
      </w:r>
    </w:p>
    <w:p w:rsidR="00B25F40" w:rsidRPr="00885EF6" w:rsidRDefault="00B25F40" w:rsidP="00267E5B">
      <w:pPr>
        <w:spacing w:after="0"/>
        <w:rPr>
          <w:rFonts w:ascii="Verdana" w:hAnsi="Verdana" w:cs="Verdana"/>
        </w:rPr>
      </w:pPr>
    </w:p>
    <w:p w:rsidR="00B25F40" w:rsidRPr="00885EF6" w:rsidRDefault="00B25F40" w:rsidP="00267E5B">
      <w:pPr>
        <w:spacing w:after="0"/>
        <w:rPr>
          <w:rFonts w:ascii="Verdana" w:hAnsi="Verdana" w:cs="Verdana"/>
          <w:u w:val="single"/>
        </w:rPr>
      </w:pPr>
      <w:r w:rsidRPr="00885EF6">
        <w:rPr>
          <w:rFonts w:ascii="Verdana" w:hAnsi="Verdana" w:cs="Verdana"/>
          <w:u w:val="single"/>
        </w:rPr>
        <w:t>Temperature:</w:t>
      </w:r>
    </w:p>
    <w:p w:rsidR="00B25F40" w:rsidRPr="00885EF6" w:rsidRDefault="00B25F40" w:rsidP="00267E5B">
      <w:pPr>
        <w:spacing w:after="0"/>
        <w:rPr>
          <w:rFonts w:ascii="Verdana" w:hAnsi="Verdana" w:cs="Verdana"/>
        </w:rPr>
      </w:pPr>
      <w:r w:rsidRPr="00885EF6">
        <w:rPr>
          <w:rFonts w:ascii="Verdana" w:hAnsi="Verdana" w:cs="Verdana"/>
        </w:rPr>
        <w:t>Increases the kinetic energy of molecules</w:t>
      </w:r>
    </w:p>
    <w:p w:rsidR="00B25F40" w:rsidRDefault="00B25F40" w:rsidP="00267E5B">
      <w:pPr>
        <w:spacing w:after="0"/>
        <w:rPr>
          <w:rFonts w:ascii="Verdana" w:hAnsi="Verdana" w:cs="Verdana"/>
        </w:rPr>
      </w:pPr>
      <w:r w:rsidRPr="00885EF6">
        <w:rPr>
          <w:rFonts w:ascii="Verdana" w:hAnsi="Verdana" w:cs="Verdana"/>
        </w:rPr>
        <w:t>Need sufficient energy to react (Activation Energy)</w:t>
      </w:r>
    </w:p>
    <w:p w:rsidR="00B25F40" w:rsidRDefault="00B25F40" w:rsidP="00267E5B">
      <w:pPr>
        <w:spacing w:after="0"/>
        <w:rPr>
          <w:rFonts w:ascii="Verdana" w:hAnsi="Verdana" w:cs="Verdana"/>
        </w:rPr>
      </w:pPr>
    </w:p>
    <w:p w:rsidR="00B25F40" w:rsidRPr="00885EF6" w:rsidRDefault="00B25F40" w:rsidP="00267E5B">
      <w:pPr>
        <w:spacing w:after="0"/>
        <w:rPr>
          <w:rFonts w:ascii="Verdana" w:hAnsi="Verdana" w:cs="Verdana"/>
          <w:u w:val="single"/>
        </w:rPr>
      </w:pPr>
      <w:r w:rsidRPr="00885EF6">
        <w:rPr>
          <w:rFonts w:ascii="Verdana" w:hAnsi="Verdana" w:cs="Verdana"/>
          <w:u w:val="single"/>
        </w:rPr>
        <w:t>Catalysts:</w:t>
      </w:r>
    </w:p>
    <w:p w:rsidR="00B25F40" w:rsidRDefault="00B25F40" w:rsidP="00267E5B">
      <w:pPr>
        <w:spacing w:after="0"/>
        <w:rPr>
          <w:rFonts w:ascii="Verdana" w:hAnsi="Verdana" w:cs="Verdana"/>
        </w:rPr>
      </w:pPr>
      <w:r w:rsidRPr="00885EF6">
        <w:rPr>
          <w:rFonts w:ascii="Verdana" w:hAnsi="Verdana" w:cs="Verdana"/>
        </w:rPr>
        <w:t>Typically lower the activation energy of reactions</w:t>
      </w:r>
      <w:r>
        <w:rPr>
          <w:rFonts w:ascii="Verdana" w:hAnsi="Verdana" w:cs="Verdana"/>
        </w:rPr>
        <w:t xml:space="preserve"> </w:t>
      </w:r>
    </w:p>
    <w:p w:rsidR="00B25F40" w:rsidRDefault="00B25F40" w:rsidP="00267E5B">
      <w:pPr>
        <w:spacing w:after="0"/>
        <w:rPr>
          <w:rFonts w:ascii="Verdana" w:hAnsi="Verdana" w:cs="Verdana"/>
        </w:rPr>
      </w:pPr>
      <w:r>
        <w:rPr>
          <w:rFonts w:ascii="Verdana" w:hAnsi="Verdana" w:cs="Verdana"/>
        </w:rPr>
        <w:t>More collisions will have the energy necessary to move forward.</w:t>
      </w:r>
    </w:p>
    <w:p w:rsidR="00B25F40" w:rsidRDefault="00B25F40" w:rsidP="00267E5B">
      <w:pPr>
        <w:spacing w:after="0"/>
        <w:rPr>
          <w:rFonts w:ascii="Verdana" w:hAnsi="Verdana" w:cs="Verdana"/>
        </w:rPr>
      </w:pPr>
    </w:p>
    <w:p w:rsidR="00B25F40" w:rsidRDefault="00B25F40" w:rsidP="00267E5B">
      <w:pPr>
        <w:spacing w:after="0"/>
        <w:rPr>
          <w:rFonts w:ascii="Verdana" w:hAnsi="Verdana" w:cs="Verdana"/>
        </w:rPr>
      </w:pPr>
    </w:p>
    <w:p w:rsidR="00B25F40" w:rsidRPr="00885EF6" w:rsidRDefault="00B25F40" w:rsidP="00267E5B">
      <w:pPr>
        <w:spacing w:after="0"/>
        <w:rPr>
          <w:rFonts w:ascii="Verdana" w:hAnsi="Verdana" w:cs="Verdana"/>
        </w:rPr>
      </w:pPr>
      <w:r w:rsidRPr="00885EF6">
        <w:rPr>
          <w:rFonts w:ascii="Verdana" w:hAnsi="Verdana" w:cs="Verdana"/>
        </w:rPr>
        <w:t>For the majority of this guided inquiry we are going to use a simulation program written by Linda Koch, Ron LeMaster, Trish Loeblein, and Kathy Perkins.</w:t>
      </w:r>
    </w:p>
    <w:p w:rsidR="00B25F40" w:rsidRPr="00885EF6" w:rsidRDefault="00B25F40" w:rsidP="00267E5B">
      <w:pPr>
        <w:spacing w:after="0"/>
        <w:rPr>
          <w:rFonts w:ascii="Verdana" w:hAnsi="Verdana" w:cs="Verdana"/>
        </w:rPr>
      </w:pPr>
      <w:r w:rsidRPr="00885EF6">
        <w:rPr>
          <w:rFonts w:ascii="Verdana" w:hAnsi="Verdana" w:cs="Verdana"/>
        </w:rPr>
        <w:t xml:space="preserve">The program can be found by following this link: </w:t>
      </w:r>
      <w:hyperlink r:id="rId5" w:history="1">
        <w:r w:rsidRPr="00885EF6">
          <w:rPr>
            <w:rStyle w:val="Hyperlink"/>
            <w:rFonts w:ascii="Verdana" w:hAnsi="Verdana" w:cs="Verdana"/>
          </w:rPr>
          <w:t>https://phet.colorado.edu/en/simulation/reactions-and-rates</w:t>
        </w:r>
      </w:hyperlink>
    </w:p>
    <w:p w:rsidR="00B25F40" w:rsidRPr="00885EF6" w:rsidRDefault="00B25F40" w:rsidP="00267E5B">
      <w:pPr>
        <w:spacing w:after="0"/>
        <w:rPr>
          <w:rFonts w:ascii="Verdana" w:hAnsi="Verdana" w:cs="Verdana"/>
        </w:rPr>
      </w:pPr>
    </w:p>
    <w:p w:rsidR="00B25F40" w:rsidRPr="00885EF6" w:rsidRDefault="00B25F40" w:rsidP="00830407">
      <w:pPr>
        <w:spacing w:after="0"/>
        <w:rPr>
          <w:rFonts w:ascii="Verdana" w:hAnsi="Verdana" w:cs="Verdana"/>
        </w:rPr>
      </w:pPr>
      <w:r w:rsidRPr="00885EF6">
        <w:rPr>
          <w:rFonts w:ascii="Verdana" w:hAnsi="Verdana" w:cs="Verdana"/>
        </w:rPr>
        <w:t>Or  Open the program from our course website.</w:t>
      </w:r>
    </w:p>
    <w:p w:rsidR="00B25F40" w:rsidRPr="00885EF6" w:rsidRDefault="00B25F40" w:rsidP="00830407">
      <w:pPr>
        <w:spacing w:after="0"/>
        <w:rPr>
          <w:rFonts w:ascii="Verdana" w:hAnsi="Verdana" w:cs="Verdana"/>
        </w:rPr>
      </w:pPr>
    </w:p>
    <w:p w:rsidR="00B25F40" w:rsidRPr="00885EF6" w:rsidRDefault="00B25F40" w:rsidP="00830407">
      <w:pPr>
        <w:spacing w:after="0"/>
        <w:rPr>
          <w:rFonts w:ascii="Verdana" w:hAnsi="Verdana" w:cs="Verdana"/>
        </w:rPr>
      </w:pPr>
    </w:p>
    <w:p w:rsidR="00B25F40" w:rsidRPr="00885EF6" w:rsidRDefault="00B25F40" w:rsidP="00830407">
      <w:pPr>
        <w:spacing w:after="0"/>
        <w:rPr>
          <w:rFonts w:ascii="Verdana" w:hAnsi="Verdana" w:cs="Verdana"/>
        </w:rPr>
      </w:pPr>
    </w:p>
    <w:p w:rsidR="00B25F40" w:rsidRDefault="00B25F40" w:rsidP="00830407">
      <w:pPr>
        <w:spacing w:after="0"/>
      </w:pPr>
    </w:p>
    <w:p w:rsidR="00B25F40" w:rsidRDefault="00B25F40" w:rsidP="00830407">
      <w:pPr>
        <w:spacing w:after="0"/>
      </w:pPr>
    </w:p>
    <w:p w:rsidR="00B25F40" w:rsidRDefault="00B25F40" w:rsidP="00830407">
      <w:pPr>
        <w:spacing w:after="0"/>
      </w:pPr>
    </w:p>
    <w:p w:rsidR="00B25F40" w:rsidRDefault="00B25F40" w:rsidP="00830407">
      <w:pPr>
        <w:spacing w:after="0"/>
      </w:pPr>
    </w:p>
    <w:p w:rsidR="00B25F40" w:rsidRPr="00830407" w:rsidRDefault="00B25F40" w:rsidP="00830407">
      <w:pPr>
        <w:spacing w:after="0"/>
      </w:pPr>
    </w:p>
    <w:p w:rsidR="00B25F40" w:rsidRPr="000E2FA4" w:rsidRDefault="00B25F40" w:rsidP="001B3E20">
      <w:pPr>
        <w:rPr>
          <w:rFonts w:ascii="Verdana" w:hAnsi="Verdana" w:cs="Verdana"/>
          <w:b/>
          <w:bCs/>
          <w:u w:val="single"/>
        </w:rPr>
      </w:pPr>
      <w:r w:rsidRPr="000E2FA4">
        <w:rPr>
          <w:rFonts w:ascii="Verdana" w:hAnsi="Verdana" w:cs="Verdana"/>
          <w:b/>
          <w:bCs/>
          <w:u w:val="single"/>
        </w:rPr>
        <w:t xml:space="preserve">Reactions &amp; Rates </w:t>
      </w:r>
    </w:p>
    <w:p w:rsidR="00B25F40" w:rsidRPr="000E2FA4" w:rsidRDefault="00B25F40" w:rsidP="001B3E20">
      <w:pPr>
        <w:rPr>
          <w:rFonts w:ascii="Verdana" w:hAnsi="Verdana" w:cs="Verdana"/>
          <w:u w:val="single"/>
        </w:rPr>
      </w:pPr>
      <w:r w:rsidRPr="000E2FA4">
        <w:rPr>
          <w:rFonts w:ascii="Verdana" w:hAnsi="Verdana" w:cs="Verdana"/>
          <w:u w:val="single"/>
        </w:rPr>
        <w:t>Single Collision</w:t>
      </w:r>
    </w:p>
    <w:p w:rsidR="00B25F40" w:rsidRPr="000E2FA4" w:rsidRDefault="00B25F40" w:rsidP="001B3E20">
      <w:pPr>
        <w:rPr>
          <w:rFonts w:ascii="Verdana" w:hAnsi="Verdana" w:cs="Verdana"/>
        </w:rPr>
      </w:pPr>
      <w:r w:rsidRPr="000E2FA4">
        <w:rPr>
          <w:rFonts w:ascii="Verdana" w:hAnsi="Verdana" w:cs="Verdana"/>
        </w:rPr>
        <w:t>Pull back the knob.  What happened? (Discuss with your partner(s))</w:t>
      </w:r>
    </w:p>
    <w:p w:rsidR="00B25F40" w:rsidRPr="000E2FA4" w:rsidRDefault="00B25F40" w:rsidP="001B3E20">
      <w:pPr>
        <w:rPr>
          <w:rFonts w:ascii="Verdana" w:hAnsi="Verdana" w:cs="Verdana"/>
        </w:rPr>
      </w:pPr>
      <w:r w:rsidRPr="000E2FA4">
        <w:rPr>
          <w:rFonts w:ascii="Verdana" w:hAnsi="Verdana" w:cs="Verdana"/>
        </w:rPr>
        <w:t>Click the “Reload Launcher” button and expand the two windows on the right side of the program by clicking the “+” button for the Separation View and the Energy View.  Now release the knob from various distances.</w:t>
      </w:r>
    </w:p>
    <w:p w:rsidR="00B25F40" w:rsidRPr="000E2FA4" w:rsidRDefault="00B25F40" w:rsidP="001B3E20">
      <w:pPr>
        <w:rPr>
          <w:rFonts w:ascii="Verdana" w:hAnsi="Verdana" w:cs="Verdana"/>
        </w:rPr>
      </w:pPr>
      <w:r>
        <w:rPr>
          <w:noProof/>
        </w:rPr>
        <w:pict>
          <v:rect id="Rectangle 21" o:spid="_x0000_s1026" style="position:absolute;margin-left:9pt;margin-top:25.65pt;width:252pt;height:198pt;z-index:251648512;visibility:visible;v-text-anchor:middle" filled="f" strokeweight="2pt"/>
        </w:pict>
      </w:r>
      <w:r w:rsidRPr="000E2FA4">
        <w:rPr>
          <w:rFonts w:ascii="Verdana" w:hAnsi="Verdana" w:cs="Verdana"/>
        </w:rPr>
        <w:t>Indicate on the potential energy diagram when the reaction proceeds forward.</w:t>
      </w:r>
    </w:p>
    <w:p w:rsidR="00B25F40" w:rsidRDefault="00B25F40" w:rsidP="001B3E20">
      <w:r>
        <w:rPr>
          <w:noProof/>
        </w:rPr>
        <w:pict>
          <v:group id="_x0000_s1027" style="position:absolute;margin-left:15pt;margin-top:7.45pt;width:211.5pt;height:174.2pt;z-index:251647488" coordorigin="1740,5572" coordsize="4230,3484">
            <v:line id="Straight Connector 13" o:spid="_x0000_s1028" style="position:absolute;flip:x;visibility:visible" from="2625,8100" to="5430,8100" strokeweight="3pt"/>
            <v:shape id="Freeform 17" o:spid="_x0000_s1029" style="position:absolute;left:3450;top:6011;width:1710;height:1384;visibility:visible;mso-wrap-style:square;mso-wrap-distance-left:9pt;mso-wrap-distance-top:0;mso-wrap-distance-right:9pt;mso-wrap-distance-bottom:0;mso-position-horizontal:absolute;mso-position-horizontal-relative:text;mso-position-vertical:absolute;mso-position-vertical-relative:text;v-text-anchor:middle" coordsize="1085850,878966" path="m,878966v166687,-17452,114300,12321,228600,-57187c342900,752271,376238,183635,457200,59816,538162,-64003,660400,36004,714375,78866v53975,42862,34925,168275,66675,238125c812800,386841,854075,463041,904875,497966v50800,34925,146050,22225,180975,28575e" filled="f" strokecolor="#1f497d" strokeweight="2pt">
              <v:path arrowok="t" o:connecttype="custom" o:connectlocs="0,878966;228600,821779;457200,59816;714375,78866;781050,316991;904875,497966;1085850,526541" o:connectangles="0,0,0,0,0,0,0"/>
            </v:shape>
            <v:shapetype id="_x0000_t202" coordsize="21600,21600" o:spt="202" path="m,l,21600r21600,l21600,xe">
              <v:stroke joinstyle="miter"/>
              <v:path gradientshapeok="t" o:connecttype="rect"/>
            </v:shapetype>
            <v:shape id="Text Box 19" o:spid="_x0000_s1030" type="#_x0000_t202" style="position:absolute;left:3060;top:8186;width:2610;height:390;visibility:visible" filled="f" stroked="f" strokeweight=".5pt">
              <v:textbox style="mso-next-textbox:#Text Box 19">
                <w:txbxContent>
                  <w:p w:rsidR="00B25F40" w:rsidRPr="00267E5B" w:rsidRDefault="00B25F40">
                    <w:pPr>
                      <w:rPr>
                        <w:b/>
                        <w:bCs/>
                      </w:rPr>
                    </w:pPr>
                    <w:r w:rsidRPr="00267E5B">
                      <w:rPr>
                        <w:b/>
                        <w:bCs/>
                      </w:rPr>
                      <w:t>Reaction Coordinate</w:t>
                    </w:r>
                  </w:p>
                </w:txbxContent>
              </v:textbox>
            </v:shape>
            <v:shape id="Text Box 20" o:spid="_x0000_s1031" type="#_x0000_t202" style="position:absolute;left:1081;top:6231;width:2577;height:1260;rotation:-90;visibility:visible" filled="f" stroked="f" strokeweight=".5pt">
              <v:textbox style="mso-next-textbox:#Text Box 20">
                <w:txbxContent>
                  <w:p w:rsidR="00B25F40" w:rsidRPr="00267E5B" w:rsidRDefault="00B25F40" w:rsidP="00267E5B">
                    <w:pPr>
                      <w:rPr>
                        <w:b/>
                        <w:bCs/>
                      </w:rPr>
                    </w:pPr>
                    <w:r w:rsidRPr="00267E5B">
                      <w:rPr>
                        <w:b/>
                        <w:bCs/>
                      </w:rPr>
                      <w:t>Potential Energy</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2" type="#_x0000_t75" style="position:absolute;left:2835;top:8576;width:3135;height:480;visibility:visible">
              <v:imagedata r:id="rId6" o:title=""/>
            </v:shape>
          </v:group>
        </w:pict>
      </w:r>
      <w:r>
        <w:rPr>
          <w:noProof/>
        </w:rPr>
        <w:pict>
          <v:line id="Straight Connector 2" o:spid="_x0000_s1033" style="position:absolute;z-index:251644416;visibility:visible" from="59.25pt,5.4pt" to="59.25pt,132.15pt" strokeweight="3pt">
            <v:stroke startarrow="block"/>
          </v:line>
        </w:pict>
      </w:r>
    </w:p>
    <w:p w:rsidR="00B25F40" w:rsidRDefault="00B25F40" w:rsidP="001B3E20"/>
    <w:p w:rsidR="00B25F40" w:rsidRDefault="00B25F40" w:rsidP="001B3E20">
      <w:r>
        <w:rPr>
          <w:noProof/>
        </w:rPr>
        <w:pict>
          <v:line id="Straight Connector 18" o:spid="_x0000_s1034" style="position:absolute;z-index:251646464;visibility:visible" from="168.75pt,18.9pt" to="199.5pt,18.9pt" strokecolor="#1f497d" strokeweight="2.25pt"/>
        </w:pict>
      </w:r>
    </w:p>
    <w:p w:rsidR="00B25F40" w:rsidRDefault="00B25F40" w:rsidP="001B3E20">
      <w:r>
        <w:rPr>
          <w:noProof/>
        </w:rPr>
        <w:pict>
          <v:line id="Straight Connector 15" o:spid="_x0000_s1035" style="position:absolute;z-index:251645440;visibility:visible" from="59.25pt,20.8pt" to="105.75pt,20.8pt" strokecolor="#1f497d" strokeweight="2.25pt"/>
        </w:pict>
      </w:r>
    </w:p>
    <w:p w:rsidR="00B25F40" w:rsidRDefault="00B25F40" w:rsidP="001B3E20"/>
    <w:p w:rsidR="00B25F40" w:rsidRDefault="00B25F40" w:rsidP="001B3E20"/>
    <w:p w:rsidR="00B25F40" w:rsidRDefault="00B25F40" w:rsidP="001B3E20"/>
    <w:p w:rsidR="00B25F40" w:rsidRDefault="00B25F40" w:rsidP="001B3E20"/>
    <w:p w:rsidR="00B25F40" w:rsidRDefault="00B25F40" w:rsidP="00936A83">
      <w:pPr>
        <w:spacing w:after="0"/>
      </w:pPr>
    </w:p>
    <w:p w:rsidR="00B25F40" w:rsidRPr="000E2FA4" w:rsidRDefault="00B25F40" w:rsidP="00936A83">
      <w:pPr>
        <w:rPr>
          <w:rFonts w:ascii="Verdana" w:hAnsi="Verdana" w:cs="Verdana"/>
        </w:rPr>
      </w:pPr>
      <w:r w:rsidRPr="000E2FA4">
        <w:rPr>
          <w:rFonts w:ascii="Verdana" w:hAnsi="Verdana" w:cs="Verdana"/>
        </w:rPr>
        <w:t xml:space="preserve">Now click the </w:t>
      </w:r>
      <w:r w:rsidRPr="000E2FA4">
        <w:rPr>
          <w:rFonts w:ascii="Verdana" w:hAnsi="Verdana" w:cs="Verdana"/>
          <w:b/>
          <w:bCs/>
        </w:rPr>
        <w:t>Angled Shot</w:t>
      </w:r>
      <w:r w:rsidRPr="000E2FA4">
        <w:rPr>
          <w:rFonts w:ascii="Verdana" w:hAnsi="Verdana" w:cs="Verdana"/>
        </w:rPr>
        <w:t xml:space="preserve"> option in the top right corner.  </w:t>
      </w:r>
    </w:p>
    <w:p w:rsidR="00B25F40" w:rsidRPr="000E2FA4" w:rsidRDefault="00B25F40" w:rsidP="00936A83">
      <w:pPr>
        <w:rPr>
          <w:rFonts w:ascii="Verdana" w:hAnsi="Verdana" w:cs="Verdana"/>
        </w:rPr>
      </w:pPr>
      <w:r w:rsidRPr="000E2FA4">
        <w:rPr>
          <w:rFonts w:ascii="Verdana" w:hAnsi="Verdana" w:cs="Verdana"/>
        </w:rPr>
        <w:t>Try launching from a different angle or two.</w:t>
      </w:r>
    </w:p>
    <w:p w:rsidR="00B25F40" w:rsidRPr="000E2FA4" w:rsidRDefault="00B25F40" w:rsidP="00936A83">
      <w:pPr>
        <w:rPr>
          <w:rFonts w:ascii="Verdana" w:hAnsi="Verdana" w:cs="Verdana"/>
        </w:rPr>
      </w:pPr>
      <w:r>
        <w:rPr>
          <w:noProof/>
        </w:rPr>
        <w:pict>
          <v:shape id="Text Box 23" o:spid="_x0000_s1036" type="#_x0000_t202" style="position:absolute;margin-left:-.75pt;margin-top:20.85pt;width:456.75pt;height:54pt;z-index:251649536;visibility:visible" strokeweight="2.25pt">
            <v:textbox>
              <w:txbxContent>
                <w:p w:rsidR="00B25F40" w:rsidRDefault="00B25F40"/>
              </w:txbxContent>
            </v:textbox>
          </v:shape>
        </w:pict>
      </w:r>
      <w:r w:rsidRPr="000E2FA4">
        <w:rPr>
          <w:rFonts w:ascii="Verdana" w:hAnsi="Verdana" w:cs="Verdana"/>
        </w:rPr>
        <w:t>Did the reaction proceed as before?</w:t>
      </w:r>
    </w:p>
    <w:p w:rsidR="00B25F40" w:rsidRDefault="00B25F40" w:rsidP="001B3E20"/>
    <w:p w:rsidR="00B25F40" w:rsidRDefault="00B25F40" w:rsidP="00936A83">
      <w:pPr>
        <w:spacing w:after="0"/>
      </w:pPr>
    </w:p>
    <w:p w:rsidR="00B25F40" w:rsidRDefault="00B25F40" w:rsidP="00936A83">
      <w:pPr>
        <w:spacing w:after="0"/>
      </w:pPr>
    </w:p>
    <w:p w:rsidR="00B25F40" w:rsidRPr="000E2FA4" w:rsidRDefault="00B25F40">
      <w:pPr>
        <w:rPr>
          <w:rFonts w:ascii="Verdana" w:hAnsi="Verdana" w:cs="Verdana"/>
        </w:rPr>
      </w:pPr>
      <w:r>
        <w:rPr>
          <w:noProof/>
        </w:rPr>
        <w:pict>
          <v:shape id="Text Box 24" o:spid="_x0000_s1037" type="#_x0000_t202" style="position:absolute;margin-left:-.75pt;margin-top:39.5pt;width:456.75pt;height:119.25pt;z-index:251650560;visibility:visible" strokeweight="2.25pt">
            <v:textbox>
              <w:txbxContent>
                <w:p w:rsidR="00B25F40" w:rsidRDefault="00B25F40" w:rsidP="00C44A16"/>
              </w:txbxContent>
            </v:textbox>
          </v:shape>
        </w:pict>
      </w:r>
      <w:r w:rsidRPr="000E2FA4">
        <w:rPr>
          <w:rFonts w:ascii="Verdana" w:hAnsi="Verdana" w:cs="Verdana"/>
        </w:rPr>
        <w:t>Why do you think this was the outcome despite having enough energy for the reaction to proceed?</w:t>
      </w:r>
    </w:p>
    <w:p w:rsidR="00B25F40" w:rsidRDefault="00B25F40"/>
    <w:p w:rsidR="00B25F40" w:rsidRDefault="00B25F40"/>
    <w:p w:rsidR="00B25F40" w:rsidRPr="000E2FA4" w:rsidRDefault="00B25F40" w:rsidP="00936A83">
      <w:pPr>
        <w:rPr>
          <w:rFonts w:ascii="Verdana" w:hAnsi="Verdana" w:cs="Verdana"/>
        </w:rPr>
      </w:pPr>
      <w:r w:rsidRPr="000E2FA4">
        <w:rPr>
          <w:rFonts w:ascii="Verdana" w:hAnsi="Verdana" w:cs="Verdana"/>
        </w:rPr>
        <w:t xml:space="preserve">Set the </w:t>
      </w:r>
      <w:r w:rsidRPr="000E2FA4">
        <w:rPr>
          <w:rFonts w:ascii="Verdana" w:hAnsi="Verdana" w:cs="Verdana"/>
          <w:i/>
          <w:iCs/>
        </w:rPr>
        <w:t>Choose a reaction</w:t>
      </w:r>
      <w:r w:rsidRPr="000E2FA4">
        <w:rPr>
          <w:rFonts w:ascii="Verdana" w:hAnsi="Verdana" w:cs="Verdana"/>
        </w:rPr>
        <w:t xml:space="preserve"> option to the last preset chemical reaction that isn’t </w:t>
      </w:r>
      <w:r w:rsidRPr="000E2FA4">
        <w:rPr>
          <w:rFonts w:ascii="Verdana" w:hAnsi="Verdana" w:cs="Verdana"/>
          <w:b/>
          <w:bCs/>
        </w:rPr>
        <w:t>Design your own</w:t>
      </w:r>
      <w:r w:rsidRPr="000E2FA4">
        <w:rPr>
          <w:rFonts w:ascii="Verdana" w:hAnsi="Verdana" w:cs="Verdana"/>
        </w:rPr>
        <w:t>.</w:t>
      </w:r>
    </w:p>
    <w:p w:rsidR="00B25F40" w:rsidRPr="000E2FA4" w:rsidRDefault="00B25F40" w:rsidP="00936A83">
      <w:pPr>
        <w:rPr>
          <w:rFonts w:ascii="Verdana" w:hAnsi="Verdana" w:cs="Verdana"/>
        </w:rPr>
      </w:pPr>
      <w:r w:rsidRPr="000E2FA4">
        <w:rPr>
          <w:rFonts w:ascii="Verdana" w:hAnsi="Verdana" w:cs="Verdana"/>
        </w:rPr>
        <w:t xml:space="preserve">Now Change the </w:t>
      </w:r>
      <w:r w:rsidRPr="000E2FA4">
        <w:rPr>
          <w:rFonts w:ascii="Verdana" w:hAnsi="Verdana" w:cs="Verdana"/>
          <w:i/>
          <w:iCs/>
        </w:rPr>
        <w:t>Launcher Options</w:t>
      </w:r>
      <w:r w:rsidRPr="000E2FA4">
        <w:rPr>
          <w:rFonts w:ascii="Verdana" w:hAnsi="Verdana" w:cs="Verdana"/>
        </w:rPr>
        <w:t xml:space="preserve"> back to </w:t>
      </w:r>
      <w:r w:rsidRPr="000E2FA4">
        <w:rPr>
          <w:rFonts w:ascii="Verdana" w:hAnsi="Verdana" w:cs="Verdana"/>
          <w:b/>
          <w:bCs/>
        </w:rPr>
        <w:t>Straight Shot</w:t>
      </w:r>
      <w:r w:rsidRPr="000E2FA4">
        <w:rPr>
          <w:rFonts w:ascii="Verdana" w:hAnsi="Verdana" w:cs="Verdana"/>
        </w:rPr>
        <w:t xml:space="preserve"> and release the knob.</w:t>
      </w:r>
    </w:p>
    <w:p w:rsidR="00B25F40" w:rsidRPr="000E2FA4" w:rsidRDefault="00B25F40" w:rsidP="00936A83">
      <w:pPr>
        <w:spacing w:after="0"/>
        <w:rPr>
          <w:rFonts w:ascii="Verdana" w:hAnsi="Verdana" w:cs="Verdana"/>
        </w:rPr>
      </w:pPr>
      <w:r w:rsidRPr="000E2FA4">
        <w:rPr>
          <w:rFonts w:ascii="Verdana" w:hAnsi="Verdana" w:cs="Verdana"/>
        </w:rPr>
        <w:t>What happens to the translational speed of the molecules as the reaction goes forwards and backwards?  (Hint: the effect will be easiest to observe at a low energy)</w:t>
      </w:r>
    </w:p>
    <w:p w:rsidR="00B25F40" w:rsidRPr="000E2FA4" w:rsidRDefault="00B25F40" w:rsidP="00936A83">
      <w:pPr>
        <w:rPr>
          <w:rFonts w:ascii="Verdana" w:hAnsi="Verdana" w:cs="Verdana"/>
        </w:rPr>
      </w:pPr>
      <w:r>
        <w:rPr>
          <w:noProof/>
        </w:rPr>
        <w:pict>
          <v:shape id="Text Box 25" o:spid="_x0000_s1038" type="#_x0000_t202" style="position:absolute;margin-left:-1.5pt;margin-top:24.55pt;width:456.75pt;height:119.25pt;z-index:251651584;visibility:visible" strokeweight="2.25pt">
            <v:textbox>
              <w:txbxContent>
                <w:p w:rsidR="00B25F40" w:rsidRDefault="00B25F40" w:rsidP="00936A83"/>
              </w:txbxContent>
            </v:textbox>
          </v:shape>
        </w:pict>
      </w:r>
      <w:r w:rsidRPr="000E2FA4">
        <w:rPr>
          <w:rFonts w:ascii="Verdana" w:hAnsi="Verdana" w:cs="Verdana"/>
        </w:rPr>
        <w:t>Please explain why this occurs.</w:t>
      </w:r>
    </w:p>
    <w:p w:rsidR="00B25F40" w:rsidRDefault="00B25F40" w:rsidP="001B3E20"/>
    <w:p w:rsidR="00B25F40" w:rsidRDefault="00B25F40" w:rsidP="001B3E20"/>
    <w:p w:rsidR="00B25F40" w:rsidRDefault="00B25F40" w:rsidP="001B3E20"/>
    <w:p w:rsidR="00B25F40" w:rsidRDefault="00B25F40" w:rsidP="001B3E20"/>
    <w:p w:rsidR="00B25F40" w:rsidRDefault="00B25F40"/>
    <w:p w:rsidR="00B25F40" w:rsidRDefault="00B25F40" w:rsidP="001B3E20">
      <w:pPr>
        <w:rPr>
          <w:rFonts w:ascii="Verdana" w:hAnsi="Verdana" w:cs="Verdana"/>
          <w:u w:val="single"/>
        </w:rPr>
      </w:pPr>
    </w:p>
    <w:p w:rsidR="00B25F40" w:rsidRDefault="00B25F40" w:rsidP="001B3E20">
      <w:pPr>
        <w:rPr>
          <w:rFonts w:ascii="Verdana" w:hAnsi="Verdana" w:cs="Verdana"/>
          <w:u w:val="single"/>
        </w:rPr>
      </w:pPr>
    </w:p>
    <w:p w:rsidR="00B25F40" w:rsidRDefault="00B25F40" w:rsidP="001B3E20">
      <w:pPr>
        <w:rPr>
          <w:rFonts w:ascii="Verdana" w:hAnsi="Verdana" w:cs="Verdana"/>
          <w:u w:val="single"/>
        </w:rPr>
      </w:pPr>
    </w:p>
    <w:p w:rsidR="00B25F40" w:rsidRDefault="00B25F40" w:rsidP="001B3E20">
      <w:pPr>
        <w:rPr>
          <w:rFonts w:ascii="Verdana" w:hAnsi="Verdana" w:cs="Verdana"/>
          <w:u w:val="single"/>
        </w:rPr>
      </w:pPr>
    </w:p>
    <w:p w:rsidR="00B25F40" w:rsidRDefault="00B25F40" w:rsidP="001B3E20">
      <w:pPr>
        <w:rPr>
          <w:rFonts w:ascii="Verdana" w:hAnsi="Verdana" w:cs="Verdana"/>
          <w:u w:val="single"/>
        </w:rPr>
      </w:pPr>
    </w:p>
    <w:p w:rsidR="00B25F40" w:rsidRDefault="00B25F40" w:rsidP="001B3E20">
      <w:pPr>
        <w:rPr>
          <w:rFonts w:ascii="Verdana" w:hAnsi="Verdana" w:cs="Verdana"/>
          <w:u w:val="single"/>
        </w:rPr>
      </w:pPr>
    </w:p>
    <w:p w:rsidR="00B25F40" w:rsidRDefault="00B25F40" w:rsidP="001B3E20">
      <w:pPr>
        <w:rPr>
          <w:rFonts w:ascii="Verdana" w:hAnsi="Verdana" w:cs="Verdana"/>
          <w:u w:val="single"/>
        </w:rPr>
      </w:pPr>
    </w:p>
    <w:p w:rsidR="00B25F40" w:rsidRDefault="00B25F40" w:rsidP="001B3E20">
      <w:pPr>
        <w:rPr>
          <w:rFonts w:ascii="Verdana" w:hAnsi="Verdana" w:cs="Verdana"/>
          <w:u w:val="single"/>
        </w:rPr>
      </w:pPr>
    </w:p>
    <w:p w:rsidR="00B25F40" w:rsidRDefault="00B25F40" w:rsidP="001B3E20">
      <w:pPr>
        <w:rPr>
          <w:rFonts w:ascii="Verdana" w:hAnsi="Verdana" w:cs="Verdana"/>
          <w:u w:val="single"/>
        </w:rPr>
      </w:pPr>
    </w:p>
    <w:p w:rsidR="00B25F40" w:rsidRDefault="00B25F40" w:rsidP="001B3E20">
      <w:pPr>
        <w:rPr>
          <w:rFonts w:ascii="Verdana" w:hAnsi="Verdana" w:cs="Verdana"/>
          <w:u w:val="single"/>
        </w:rPr>
      </w:pPr>
    </w:p>
    <w:p w:rsidR="00B25F40" w:rsidRDefault="00B25F40" w:rsidP="001B3E20">
      <w:pPr>
        <w:rPr>
          <w:rFonts w:ascii="Verdana" w:hAnsi="Verdana" w:cs="Verdana"/>
          <w:u w:val="single"/>
        </w:rPr>
      </w:pPr>
    </w:p>
    <w:p w:rsidR="00B25F40" w:rsidRDefault="00B25F40" w:rsidP="001B3E20">
      <w:pPr>
        <w:rPr>
          <w:rFonts w:ascii="Verdana" w:hAnsi="Verdana" w:cs="Verdana"/>
          <w:u w:val="single"/>
        </w:rPr>
      </w:pPr>
    </w:p>
    <w:p w:rsidR="00B25F40" w:rsidRDefault="00B25F40" w:rsidP="001B3E20">
      <w:pPr>
        <w:rPr>
          <w:rFonts w:ascii="Verdana" w:hAnsi="Verdana" w:cs="Verdana"/>
          <w:u w:val="single"/>
        </w:rPr>
      </w:pPr>
    </w:p>
    <w:p w:rsidR="00B25F40" w:rsidRPr="000E2FA4" w:rsidRDefault="00B25F40" w:rsidP="001B3E20">
      <w:pPr>
        <w:rPr>
          <w:rFonts w:ascii="Verdana" w:hAnsi="Verdana" w:cs="Verdana"/>
          <w:u w:val="single"/>
        </w:rPr>
      </w:pPr>
      <w:r w:rsidRPr="000E2FA4">
        <w:rPr>
          <w:rFonts w:ascii="Verdana" w:hAnsi="Verdana" w:cs="Verdana"/>
          <w:u w:val="single"/>
        </w:rPr>
        <w:t>Rate Experiments</w:t>
      </w:r>
    </w:p>
    <w:p w:rsidR="00B25F40" w:rsidRPr="000E2FA4" w:rsidRDefault="00B25F40" w:rsidP="001B3E20">
      <w:pPr>
        <w:rPr>
          <w:rFonts w:ascii="Verdana" w:hAnsi="Verdana" w:cs="Verdana"/>
        </w:rPr>
      </w:pPr>
      <w:r w:rsidRPr="000E2FA4">
        <w:rPr>
          <w:rFonts w:ascii="Verdana" w:hAnsi="Verdana" w:cs="Verdana"/>
        </w:rPr>
        <w:t>Click on the “Rate Experiments” tab found at the top middle of the program window.</w:t>
      </w:r>
    </w:p>
    <w:p w:rsidR="00B25F40" w:rsidRPr="000E2FA4" w:rsidRDefault="00B25F40" w:rsidP="001B3E20">
      <w:pPr>
        <w:rPr>
          <w:rFonts w:ascii="Verdana" w:hAnsi="Verdana" w:cs="Verdana"/>
        </w:rPr>
      </w:pPr>
      <w:r w:rsidRPr="000E2FA4">
        <w:rPr>
          <w:rFonts w:ascii="Verdana" w:hAnsi="Verdana" w:cs="Verdana"/>
        </w:rPr>
        <w:t xml:space="preserve">Set </w:t>
      </w:r>
      <w:r w:rsidRPr="000E2FA4">
        <w:rPr>
          <w:rFonts w:ascii="Verdana" w:hAnsi="Verdana" w:cs="Verdana"/>
          <w:i/>
          <w:iCs/>
        </w:rPr>
        <w:t>Options</w:t>
      </w:r>
      <w:r w:rsidRPr="000E2FA4">
        <w:rPr>
          <w:rFonts w:ascii="Verdana" w:hAnsi="Verdana" w:cs="Verdana"/>
        </w:rPr>
        <w:t xml:space="preserve"> (bottom right corner) to </w:t>
      </w:r>
      <w:r w:rsidRPr="000E2FA4">
        <w:rPr>
          <w:rFonts w:ascii="Verdana" w:hAnsi="Verdana" w:cs="Verdana"/>
          <w:b/>
          <w:bCs/>
        </w:rPr>
        <w:t>Strip</w:t>
      </w:r>
      <w:r w:rsidRPr="000E2FA4">
        <w:rPr>
          <w:rFonts w:ascii="Verdana" w:hAnsi="Verdana" w:cs="Verdana"/>
        </w:rPr>
        <w:t>.</w:t>
      </w:r>
    </w:p>
    <w:p w:rsidR="00B25F40" w:rsidRPr="000E2FA4" w:rsidRDefault="00B25F40" w:rsidP="001B3E20">
      <w:pPr>
        <w:rPr>
          <w:rFonts w:ascii="Verdana" w:hAnsi="Verdana" w:cs="Verdana"/>
        </w:rPr>
      </w:pPr>
      <w:r>
        <w:rPr>
          <w:noProof/>
        </w:rPr>
        <w:pict>
          <v:shape id="Picture 28" o:spid="_x0000_s1039" type="#_x0000_t75" style="position:absolute;margin-left:261pt;margin-top:41.1pt;width:201.75pt;height:210pt;z-index:-251662848;visibility:visible">
            <v:imagedata r:id="rId7" o:title=""/>
          </v:shape>
        </w:pict>
      </w:r>
      <w:r w:rsidRPr="000E2FA4">
        <w:rPr>
          <w:rFonts w:ascii="Verdana" w:hAnsi="Verdana" w:cs="Verdana"/>
        </w:rPr>
        <w:t>Increase the Initial Temperature (right side of window) until the Average Energy (green bar) is equal to the potential energy of the product</w:t>
      </w:r>
    </w:p>
    <w:p w:rsidR="00B25F40" w:rsidRDefault="00B25F40" w:rsidP="001B3E20">
      <w:r>
        <w:rPr>
          <w:noProof/>
        </w:rPr>
        <w:pict>
          <v:shape id="Picture 26" o:spid="_x0000_s1040" type="#_x0000_t75" style="position:absolute;margin-left:0;margin-top:1.6pt;width:200.25pt;height:208.5pt;z-index:-251663872;visibility:visible">
            <v:imagedata r:id="rId8" o:title=""/>
          </v:shape>
        </w:pict>
      </w:r>
    </w:p>
    <w:p w:rsidR="00B25F40" w:rsidRDefault="00B25F40" w:rsidP="001B3E20"/>
    <w:p w:rsidR="00B25F40" w:rsidRDefault="00B25F40" w:rsidP="001B3E20"/>
    <w:p w:rsidR="00B25F40" w:rsidRDefault="00B25F40" w:rsidP="001B3E20">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9" o:spid="_x0000_s1041" type="#_x0000_t13" style="position:absolute;margin-left:210.75pt;margin-top:24.45pt;width:39pt;height:21.75pt;z-index:251654656;visibility:visible;v-text-anchor:middle" adj="15577" fillcolor="red" strokeweight="2pt"/>
        </w:pict>
      </w:r>
    </w:p>
    <w:p w:rsidR="00B25F40" w:rsidRDefault="00B25F40" w:rsidP="001B3E20"/>
    <w:p w:rsidR="00B25F40" w:rsidRDefault="00B25F40" w:rsidP="001B3E20"/>
    <w:p w:rsidR="00B25F40" w:rsidRDefault="00B25F40" w:rsidP="001B3E20"/>
    <w:p w:rsidR="00B25F40" w:rsidRDefault="00B25F40" w:rsidP="001B3E20"/>
    <w:p w:rsidR="00B25F40" w:rsidRPr="000E2FA4" w:rsidRDefault="00B25F40" w:rsidP="00061124">
      <w:pPr>
        <w:rPr>
          <w:rFonts w:ascii="Verdana" w:hAnsi="Verdana" w:cs="Verdana"/>
        </w:rPr>
      </w:pPr>
      <w:r w:rsidRPr="000E2FA4">
        <w:rPr>
          <w:rFonts w:ascii="Verdana" w:hAnsi="Verdana" w:cs="Verdana"/>
        </w:rPr>
        <w:t xml:space="preserve">Set each reactant to 1.  How much time does it take to react?  </w:t>
      </w:r>
    </w:p>
    <w:p w:rsidR="00B25F40" w:rsidRPr="000E2FA4" w:rsidRDefault="00B25F40" w:rsidP="001B3E20">
      <w:pPr>
        <w:rPr>
          <w:rFonts w:ascii="Verdana" w:hAnsi="Verdana" w:cs="Verdana"/>
        </w:rPr>
      </w:pPr>
      <w:r w:rsidRPr="000E2FA4">
        <w:rPr>
          <w:rFonts w:ascii="Verdana" w:hAnsi="Verdana" w:cs="Verdana"/>
        </w:rPr>
        <w:t>(Stop if it has been 2 minutes or rough</w:t>
      </w:r>
      <w:r>
        <w:rPr>
          <w:rFonts w:ascii="Verdana" w:hAnsi="Verdana" w:cs="Verdana"/>
        </w:rPr>
        <w:t xml:space="preserve">ly 3000 seconds on the programs </w:t>
      </w:r>
      <w:r w:rsidRPr="000E2FA4">
        <w:rPr>
          <w:rFonts w:ascii="Verdana" w:hAnsi="Verdana" w:cs="Verdana"/>
        </w:rPr>
        <w:t>graph)</w:t>
      </w:r>
    </w:p>
    <w:p w:rsidR="00B25F40" w:rsidRDefault="00B25F40" w:rsidP="001B3E20">
      <w:r>
        <w:rPr>
          <w:noProof/>
        </w:rPr>
        <w:pict>
          <v:shape id="Text Box 30" o:spid="_x0000_s1042" type="#_x0000_t202" style="position:absolute;margin-left:0;margin-top:.45pt;width:456.75pt;height:42pt;z-index:251655680;visibility:visible" strokeweight="2.25pt">
            <v:textbox style="mso-next-textbox:#Text Box 30">
              <w:txbxContent>
                <w:p w:rsidR="00B25F40" w:rsidRDefault="00B25F40" w:rsidP="004F0F15"/>
              </w:txbxContent>
            </v:textbox>
          </v:shape>
        </w:pict>
      </w:r>
    </w:p>
    <w:p w:rsidR="00B25F40" w:rsidRDefault="00B25F40" w:rsidP="001B3E20"/>
    <w:p w:rsidR="00B25F40" w:rsidRPr="000E2FA4" w:rsidRDefault="00B25F40" w:rsidP="001B3E20">
      <w:pPr>
        <w:rPr>
          <w:rFonts w:ascii="Verdana" w:hAnsi="Verdana" w:cs="Verdana"/>
        </w:rPr>
      </w:pPr>
      <w:r w:rsidRPr="000E2FA4">
        <w:rPr>
          <w:rFonts w:ascii="Verdana" w:hAnsi="Verdana" w:cs="Verdana"/>
        </w:rPr>
        <w:t>If no reaction occurred, stop the reaction after 2 minutes and increase reactant by 1.  Repeat until the reaction occurs.</w:t>
      </w:r>
    </w:p>
    <w:p w:rsidR="00B25F40" w:rsidRPr="000E2FA4" w:rsidRDefault="00B25F40" w:rsidP="001B3E20">
      <w:pPr>
        <w:rPr>
          <w:rFonts w:ascii="Verdana" w:hAnsi="Verdana" w:cs="Verdana"/>
        </w:rPr>
      </w:pPr>
      <w:r>
        <w:rPr>
          <w:noProof/>
        </w:rPr>
        <w:pict>
          <v:shape id="Text Box 31" o:spid="_x0000_s1043" type="#_x0000_t202" style="position:absolute;margin-left:-3.75pt;margin-top:20pt;width:456.75pt;height:42pt;z-index:251656704;visibility:visible" strokeweight="2.25pt">
            <v:textbox style="mso-next-textbox:#Text Box 31">
              <w:txbxContent>
                <w:p w:rsidR="00B25F40" w:rsidRDefault="00B25F40" w:rsidP="004F0F15"/>
              </w:txbxContent>
            </v:textbox>
          </v:shape>
        </w:pict>
      </w:r>
      <w:r w:rsidRPr="000E2FA4">
        <w:rPr>
          <w:rFonts w:ascii="Verdana" w:hAnsi="Verdana" w:cs="Verdana"/>
        </w:rPr>
        <w:t>How many reactants had to be used?</w:t>
      </w:r>
    </w:p>
    <w:p w:rsidR="00B25F40" w:rsidRDefault="00B25F40" w:rsidP="001B3E20"/>
    <w:p w:rsidR="00B25F40" w:rsidRDefault="00B25F40" w:rsidP="001B3E20"/>
    <w:p w:rsidR="00B25F40" w:rsidRPr="000E2FA4" w:rsidRDefault="00B25F40" w:rsidP="001B3E20">
      <w:pPr>
        <w:rPr>
          <w:rFonts w:ascii="Verdana" w:hAnsi="Verdana" w:cs="Verdana"/>
        </w:rPr>
      </w:pPr>
      <w:r>
        <w:rPr>
          <w:noProof/>
        </w:rPr>
        <w:pict>
          <v:shape id="Text Box 32" o:spid="_x0000_s1044" type="#_x0000_t202" style="position:absolute;margin-left:-3.75pt;margin-top:21.9pt;width:456.75pt;height:93pt;z-index:251657728;visibility:visible" strokeweight="2.25pt">
            <v:textbox style="mso-next-textbox:#Text Box 32">
              <w:txbxContent>
                <w:p w:rsidR="00B25F40" w:rsidRDefault="00B25F40" w:rsidP="004F0F15"/>
              </w:txbxContent>
            </v:textbox>
          </v:shape>
        </w:pict>
      </w:r>
      <w:r w:rsidRPr="000E2FA4">
        <w:rPr>
          <w:rFonts w:ascii="Verdana" w:hAnsi="Verdana" w:cs="Verdana"/>
        </w:rPr>
        <w:t>Explain how this reaction took place below the activation energy?</w:t>
      </w:r>
    </w:p>
    <w:p w:rsidR="00B25F40" w:rsidRDefault="00B25F40" w:rsidP="001B3E20"/>
    <w:p w:rsidR="00B25F40" w:rsidRDefault="00B25F40" w:rsidP="001B3E20"/>
    <w:p w:rsidR="00B25F40" w:rsidRDefault="00B25F40" w:rsidP="001B3E20"/>
    <w:p w:rsidR="00B25F40" w:rsidRDefault="00B25F40" w:rsidP="001B3E20"/>
    <w:p w:rsidR="00B25F40" w:rsidRPr="000E2FA4" w:rsidRDefault="00B25F40" w:rsidP="001B3E20">
      <w:pPr>
        <w:rPr>
          <w:rFonts w:ascii="Verdana" w:hAnsi="Verdana" w:cs="Verdana"/>
          <w:sz w:val="20"/>
          <w:szCs w:val="20"/>
        </w:rPr>
      </w:pPr>
      <w:r w:rsidRPr="000E2FA4">
        <w:rPr>
          <w:rFonts w:ascii="Verdana" w:hAnsi="Verdana" w:cs="Verdana"/>
          <w:sz w:val="20"/>
          <w:szCs w:val="20"/>
        </w:rPr>
        <w:t>Now start out with 5 of each reactant.</w:t>
      </w:r>
    </w:p>
    <w:p w:rsidR="00B25F40" w:rsidRPr="000E2FA4" w:rsidRDefault="00B25F40" w:rsidP="001B3E20">
      <w:pPr>
        <w:rPr>
          <w:rFonts w:ascii="Verdana" w:hAnsi="Verdana" w:cs="Verdana"/>
          <w:sz w:val="20"/>
          <w:szCs w:val="20"/>
        </w:rPr>
      </w:pPr>
      <w:r w:rsidRPr="000E2FA4">
        <w:rPr>
          <w:rFonts w:ascii="Verdana" w:hAnsi="Verdana" w:cs="Verdana"/>
          <w:sz w:val="20"/>
          <w:szCs w:val="20"/>
        </w:rPr>
        <w:t xml:space="preserve">Record how long it takes for 1 reaction to take place (The program counter will suffice).  </w:t>
      </w:r>
    </w:p>
    <w:p w:rsidR="00B25F40" w:rsidRPr="000E2FA4" w:rsidRDefault="00B25F40" w:rsidP="001B3E20">
      <w:pPr>
        <w:rPr>
          <w:rFonts w:ascii="Verdana" w:hAnsi="Verdana" w:cs="Verdana"/>
          <w:sz w:val="20"/>
          <w:szCs w:val="20"/>
        </w:rPr>
      </w:pPr>
      <w:r w:rsidRPr="000E2FA4">
        <w:rPr>
          <w:rFonts w:ascii="Verdana" w:hAnsi="Verdana" w:cs="Verdana"/>
          <w:sz w:val="20"/>
          <w:szCs w:val="20"/>
        </w:rPr>
        <w:t>Repeat the experiment for a total of 5 times.</w:t>
      </w:r>
    </w:p>
    <w:p w:rsidR="00B25F40" w:rsidRDefault="00B25F40" w:rsidP="001B3E20">
      <w:r>
        <w:rPr>
          <w:noProof/>
        </w:rPr>
        <w:pict>
          <v:shape id="Text Box 33" o:spid="_x0000_s1045" type="#_x0000_t202" style="position:absolute;margin-left:9pt;margin-top:23.65pt;width:207pt;height:154.5pt;z-index:251658752;visibility:visible" strokeweight="2.25pt">
            <v:textbox>
              <w:txbxContent>
                <w:p w:rsidR="00B25F40" w:rsidRPr="004F0F15" w:rsidRDefault="00B25F40" w:rsidP="00CB3B1A">
                  <w:pPr>
                    <w:rPr>
                      <w:b/>
                      <w:bCs/>
                    </w:rPr>
                  </w:pPr>
                  <w:r w:rsidRPr="004F0F15">
                    <w:rPr>
                      <w:b/>
                      <w:bCs/>
                    </w:rPr>
                    <w:t>5 Reactants Each</w:t>
                  </w:r>
                </w:p>
                <w:p w:rsidR="00B25F40" w:rsidRDefault="00B25F40" w:rsidP="004F0F15">
                  <w:r>
                    <w:t>Run 1:</w:t>
                  </w:r>
                </w:p>
                <w:p w:rsidR="00B25F40" w:rsidRDefault="00B25F40" w:rsidP="004F0F15">
                  <w:r>
                    <w:t>Run 2:</w:t>
                  </w:r>
                </w:p>
                <w:p w:rsidR="00B25F40" w:rsidRDefault="00B25F40" w:rsidP="004F0F15">
                  <w:r>
                    <w:t>Run 3:</w:t>
                  </w:r>
                </w:p>
                <w:p w:rsidR="00B25F40" w:rsidRDefault="00B25F40" w:rsidP="004F0F15">
                  <w:r>
                    <w:t>Run 4:</w:t>
                  </w:r>
                </w:p>
                <w:p w:rsidR="00B25F40" w:rsidRDefault="00B25F40" w:rsidP="004F0F15">
                  <w:r>
                    <w:t xml:space="preserve">Run 5: </w:t>
                  </w:r>
                </w:p>
              </w:txbxContent>
            </v:textbox>
          </v:shape>
        </w:pict>
      </w:r>
      <w:r w:rsidRPr="000E2FA4">
        <w:rPr>
          <w:rFonts w:ascii="Verdana" w:hAnsi="Verdana" w:cs="Verdana"/>
          <w:sz w:val="20"/>
          <w:szCs w:val="20"/>
        </w:rPr>
        <w:t xml:space="preserve">Then throw </w:t>
      </w:r>
      <w:bookmarkStart w:id="0" w:name="_GoBack"/>
      <w:bookmarkEnd w:id="0"/>
      <w:r w:rsidRPr="000E2FA4">
        <w:rPr>
          <w:rFonts w:ascii="Verdana" w:hAnsi="Verdana" w:cs="Verdana"/>
          <w:sz w:val="20"/>
          <w:szCs w:val="20"/>
        </w:rPr>
        <w:t>out the fastest and slowest time and average the remaining 3 experiments</w:t>
      </w:r>
      <w:r>
        <w:t>.</w:t>
      </w:r>
    </w:p>
    <w:p w:rsidR="00B25F40" w:rsidRDefault="00B25F40" w:rsidP="001B3E20">
      <w:r>
        <w:rPr>
          <w:noProof/>
        </w:rPr>
        <w:pict>
          <v:shape id="Text Box 34" o:spid="_x0000_s1046" type="#_x0000_t202" style="position:absolute;margin-left:117pt;margin-top:21.6pt;width:63.75pt;height:61.3pt;z-index:251659776;visibility:visible" filled="f" stroked="f" strokeweight=".5pt">
            <v:textbox>
              <w:txbxContent>
                <w:p w:rsidR="00B25F40" w:rsidRDefault="00B25F40">
                  <w:r>
                    <w:t>Average:</w:t>
                  </w:r>
                </w:p>
              </w:txbxContent>
            </v:textbox>
          </v:shape>
        </w:pict>
      </w:r>
    </w:p>
    <w:p w:rsidR="00B25F40" w:rsidRDefault="00B25F40" w:rsidP="001B3E20"/>
    <w:p w:rsidR="00B25F40" w:rsidRDefault="00B25F40" w:rsidP="001B3E20"/>
    <w:p w:rsidR="00B25F40" w:rsidRDefault="00B25F40" w:rsidP="001B3E20"/>
    <w:p w:rsidR="00B25F40" w:rsidRDefault="00B25F40" w:rsidP="001B3E20"/>
    <w:p w:rsidR="00B25F40" w:rsidRDefault="00B25F40" w:rsidP="001B3E20"/>
    <w:p w:rsidR="00B25F40" w:rsidRPr="004F0F15" w:rsidRDefault="00B25F40" w:rsidP="004F0F15">
      <w:pPr>
        <w:spacing w:after="0"/>
        <w:rPr>
          <w:sz w:val="16"/>
          <w:szCs w:val="16"/>
        </w:rPr>
      </w:pPr>
    </w:p>
    <w:p w:rsidR="00B25F40" w:rsidRDefault="00B25F40" w:rsidP="001B3E20"/>
    <w:p w:rsidR="00B25F40" w:rsidRPr="000E2FA4" w:rsidRDefault="00B25F40" w:rsidP="001B3E20">
      <w:pPr>
        <w:rPr>
          <w:rFonts w:ascii="Verdana" w:hAnsi="Verdana" w:cs="Verdana"/>
        </w:rPr>
      </w:pPr>
      <w:r w:rsidRPr="000E2FA4">
        <w:rPr>
          <w:rFonts w:ascii="Verdana" w:hAnsi="Verdana" w:cs="Verdana"/>
        </w:rPr>
        <w:t>Repeat this process for 10 reactants each and 15 reactants each.</w:t>
      </w:r>
    </w:p>
    <w:p w:rsidR="00B25F40" w:rsidRDefault="00B25F40" w:rsidP="00885EF6">
      <w:pPr>
        <w:spacing w:after="0"/>
      </w:pPr>
      <w:r>
        <w:rPr>
          <w:noProof/>
        </w:rPr>
        <w:pict>
          <v:shape id="Text Box 42" o:spid="_x0000_s1047" type="#_x0000_t202" style="position:absolute;margin-left:252pt;margin-top:9.25pt;width:206.25pt;height:150pt;z-index:251662848;visibility:visible" strokeweight="2.25pt">
            <v:textbox style="mso-next-textbox:#Text Box 42">
              <w:txbxContent>
                <w:p w:rsidR="00B25F40" w:rsidRPr="004F0F15" w:rsidRDefault="00B25F40" w:rsidP="000E2FA4">
                  <w:pPr>
                    <w:rPr>
                      <w:b/>
                      <w:bCs/>
                    </w:rPr>
                  </w:pPr>
                  <w:r>
                    <w:rPr>
                      <w:b/>
                      <w:bCs/>
                    </w:rPr>
                    <w:t>1</w:t>
                  </w:r>
                  <w:r w:rsidRPr="004F0F15">
                    <w:rPr>
                      <w:b/>
                      <w:bCs/>
                    </w:rPr>
                    <w:t>5 Reactants Each</w:t>
                  </w:r>
                </w:p>
                <w:p w:rsidR="00B25F40" w:rsidRDefault="00B25F40" w:rsidP="004F0F15">
                  <w:r>
                    <w:t>Run 1:</w:t>
                  </w:r>
                </w:p>
                <w:p w:rsidR="00B25F40" w:rsidRDefault="00B25F40" w:rsidP="004F0F15">
                  <w:r>
                    <w:t>Run 2:</w:t>
                  </w:r>
                </w:p>
                <w:p w:rsidR="00B25F40" w:rsidRDefault="00B25F40" w:rsidP="004F0F15">
                  <w:r>
                    <w:t>Run 3:</w:t>
                  </w:r>
                </w:p>
                <w:p w:rsidR="00B25F40" w:rsidRDefault="00B25F40" w:rsidP="004F0F15">
                  <w:r>
                    <w:t>Run 4:</w:t>
                  </w:r>
                </w:p>
                <w:p w:rsidR="00B25F40" w:rsidRDefault="00B25F40" w:rsidP="004F0F15">
                  <w:r>
                    <w:t xml:space="preserve">Run 5: </w:t>
                  </w:r>
                </w:p>
              </w:txbxContent>
            </v:textbox>
          </v:shape>
        </w:pict>
      </w:r>
      <w:r>
        <w:rPr>
          <w:noProof/>
        </w:rPr>
        <w:pict>
          <v:shape id="Text Box 35" o:spid="_x0000_s1048" type="#_x0000_t202" style="position:absolute;margin-left:9.75pt;margin-top:5.95pt;width:206.25pt;height:154.5pt;z-index:251660800;visibility:visible" strokeweight="2.25pt">
            <v:textbox style="mso-next-textbox:#Text Box 35">
              <w:txbxContent>
                <w:p w:rsidR="00B25F40" w:rsidRPr="004F0F15" w:rsidRDefault="00B25F40" w:rsidP="000E2FA4">
                  <w:pPr>
                    <w:rPr>
                      <w:b/>
                      <w:bCs/>
                    </w:rPr>
                  </w:pPr>
                  <w:r>
                    <w:rPr>
                      <w:b/>
                      <w:bCs/>
                    </w:rPr>
                    <w:t>10</w:t>
                  </w:r>
                  <w:r w:rsidRPr="004F0F15">
                    <w:rPr>
                      <w:b/>
                      <w:bCs/>
                    </w:rPr>
                    <w:t xml:space="preserve"> Reactants Each</w:t>
                  </w:r>
                </w:p>
                <w:p w:rsidR="00B25F40" w:rsidRDefault="00B25F40" w:rsidP="004F0F15">
                  <w:r>
                    <w:t>Run 1:</w:t>
                  </w:r>
                </w:p>
                <w:p w:rsidR="00B25F40" w:rsidRDefault="00B25F40" w:rsidP="004F0F15">
                  <w:r>
                    <w:t>Run 2:</w:t>
                  </w:r>
                </w:p>
                <w:p w:rsidR="00B25F40" w:rsidRDefault="00B25F40" w:rsidP="004F0F15">
                  <w:r>
                    <w:t>Run 3:</w:t>
                  </w:r>
                </w:p>
                <w:p w:rsidR="00B25F40" w:rsidRDefault="00B25F40" w:rsidP="004F0F15">
                  <w:r>
                    <w:t>Run 4:</w:t>
                  </w:r>
                </w:p>
                <w:p w:rsidR="00B25F40" w:rsidRDefault="00B25F40" w:rsidP="004F0F15">
                  <w:r>
                    <w:t xml:space="preserve">Run 5: </w:t>
                  </w:r>
                </w:p>
              </w:txbxContent>
            </v:textbox>
          </v:shape>
        </w:pict>
      </w:r>
    </w:p>
    <w:p w:rsidR="00B25F40" w:rsidRDefault="00B25F40" w:rsidP="00885EF6">
      <w:pPr>
        <w:spacing w:after="0"/>
      </w:pPr>
      <w:r>
        <w:rPr>
          <w:noProof/>
        </w:rPr>
        <w:pict>
          <v:shape id="Text Box 41" o:spid="_x0000_s1049" type="#_x0000_t202" style="position:absolute;margin-left:126pt;margin-top:11.35pt;width:81pt;height:90pt;z-index:251661824;visibility:visible" filled="f" stroked="f" strokeweight=".5pt">
            <v:textbox>
              <w:txbxContent>
                <w:p w:rsidR="00B25F40" w:rsidRDefault="00B25F40" w:rsidP="004F0F15">
                  <w:r>
                    <w:t>Average:</w:t>
                  </w:r>
                </w:p>
              </w:txbxContent>
            </v:textbox>
          </v:shape>
        </w:pict>
      </w:r>
      <w:r>
        <w:rPr>
          <w:noProof/>
        </w:rPr>
        <w:pict>
          <v:shape id="Text Box 43" o:spid="_x0000_s1050" type="#_x0000_t202" style="position:absolute;margin-left:342pt;margin-top:11.35pt;width:99pt;height:81pt;z-index:251663872;visibility:visible" filled="f" stroked="f" strokeweight=".5pt">
            <v:textbox>
              <w:txbxContent>
                <w:p w:rsidR="00B25F40" w:rsidRDefault="00B25F40" w:rsidP="004F0F15">
                  <w:r>
                    <w:t>Average:</w:t>
                  </w:r>
                </w:p>
              </w:txbxContent>
            </v:textbox>
          </v:shape>
        </w:pict>
      </w:r>
    </w:p>
    <w:p w:rsidR="00B25F40" w:rsidRDefault="00B25F40" w:rsidP="00885EF6">
      <w:pPr>
        <w:spacing w:after="0"/>
      </w:pPr>
    </w:p>
    <w:p w:rsidR="00B25F40" w:rsidRDefault="00B25F40" w:rsidP="00885EF6">
      <w:pPr>
        <w:spacing w:after="0"/>
      </w:pPr>
    </w:p>
    <w:p w:rsidR="00B25F40" w:rsidRDefault="00B25F40" w:rsidP="00885EF6">
      <w:pPr>
        <w:spacing w:after="0"/>
      </w:pPr>
    </w:p>
    <w:p w:rsidR="00B25F40" w:rsidRDefault="00B25F40" w:rsidP="00885EF6">
      <w:pPr>
        <w:spacing w:after="0"/>
      </w:pPr>
    </w:p>
    <w:p w:rsidR="00B25F40" w:rsidRDefault="00B25F40" w:rsidP="00885EF6">
      <w:pPr>
        <w:spacing w:after="0"/>
      </w:pPr>
    </w:p>
    <w:p w:rsidR="00B25F40" w:rsidRDefault="00B25F40" w:rsidP="00885EF6">
      <w:pPr>
        <w:spacing w:after="0"/>
      </w:pPr>
    </w:p>
    <w:p w:rsidR="00B25F40" w:rsidRDefault="00B25F40" w:rsidP="00885EF6">
      <w:pPr>
        <w:spacing w:after="0"/>
      </w:pPr>
    </w:p>
    <w:p w:rsidR="00B25F40" w:rsidRDefault="00B25F40" w:rsidP="00885EF6">
      <w:pPr>
        <w:spacing w:after="0"/>
      </w:pPr>
    </w:p>
    <w:p w:rsidR="00B25F40" w:rsidRDefault="00B25F40" w:rsidP="00885EF6">
      <w:pPr>
        <w:spacing w:after="0"/>
      </w:pPr>
    </w:p>
    <w:p w:rsidR="00B25F40" w:rsidRDefault="00B25F40" w:rsidP="00885EF6">
      <w:pPr>
        <w:spacing w:after="0"/>
      </w:pPr>
      <w:r>
        <w:rPr>
          <w:noProof/>
        </w:rPr>
        <w:pict>
          <v:shape id="Text Box 44" o:spid="_x0000_s1051" type="#_x0000_t202" style="position:absolute;margin-left:8.25pt;margin-top:9.1pt;width:457.5pt;height:42.75pt;z-index:251664896;visibility:visible" filled="f" stroked="f" strokeweight=".5pt">
            <v:textbox>
              <w:txbxContent>
                <w:p w:rsidR="00B25F40" w:rsidRPr="000E2FA4" w:rsidRDefault="00B25F40" w:rsidP="004F0F15">
                  <w:pPr>
                    <w:rPr>
                      <w:rFonts w:ascii="Verdana" w:hAnsi="Verdana" w:cs="Verdana"/>
                    </w:rPr>
                  </w:pPr>
                  <w:r w:rsidRPr="000E2FA4">
                    <w:rPr>
                      <w:rFonts w:ascii="Verdana" w:hAnsi="Verdana" w:cs="Verdana"/>
                    </w:rPr>
                    <w:t>How did the rate of the reaction change</w:t>
                  </w:r>
                  <w:r>
                    <w:rPr>
                      <w:rFonts w:ascii="Verdana" w:hAnsi="Verdana" w:cs="Verdana"/>
                    </w:rPr>
                    <w:t xml:space="preserve"> with the change in concentration of reactants? Explain happened in terms of collisions.</w:t>
                  </w:r>
                </w:p>
              </w:txbxContent>
            </v:textbox>
          </v:shape>
        </w:pict>
      </w:r>
    </w:p>
    <w:p w:rsidR="00B25F40" w:rsidRDefault="00B25F40" w:rsidP="00885EF6">
      <w:pPr>
        <w:spacing w:after="0"/>
      </w:pPr>
    </w:p>
    <w:p w:rsidR="00B25F40" w:rsidRDefault="00B25F40" w:rsidP="00885EF6">
      <w:pPr>
        <w:spacing w:after="0"/>
      </w:pPr>
    </w:p>
    <w:p w:rsidR="00B25F40" w:rsidRDefault="00B25F40" w:rsidP="00885EF6">
      <w:pPr>
        <w:spacing w:after="0"/>
      </w:pPr>
      <w:r>
        <w:rPr>
          <w:noProof/>
        </w:rPr>
        <w:pict>
          <v:shape id="Text Box 45" o:spid="_x0000_s1052" type="#_x0000_t202" style="position:absolute;margin-left:9pt;margin-top:3.05pt;width:459pt;height:81pt;z-index:251665920;visibility:visible" strokeweight="2.25pt">
            <v:textbox>
              <w:txbxContent>
                <w:p w:rsidR="00B25F40" w:rsidRDefault="00B25F40" w:rsidP="004F0F15"/>
              </w:txbxContent>
            </v:textbox>
          </v:shape>
        </w:pict>
      </w:r>
    </w:p>
    <w:p w:rsidR="00B25F40" w:rsidRDefault="00B25F40" w:rsidP="00885EF6">
      <w:pPr>
        <w:spacing w:after="0"/>
      </w:pPr>
    </w:p>
    <w:p w:rsidR="00B25F40" w:rsidRDefault="00B25F40" w:rsidP="00885EF6">
      <w:pPr>
        <w:spacing w:after="0"/>
      </w:pPr>
    </w:p>
    <w:p w:rsidR="00B25F40" w:rsidRDefault="00B25F40" w:rsidP="00885EF6">
      <w:pPr>
        <w:spacing w:after="0"/>
      </w:pPr>
    </w:p>
    <w:p w:rsidR="00B25F40" w:rsidRDefault="00B25F40" w:rsidP="00885EF6">
      <w:pPr>
        <w:spacing w:after="0"/>
      </w:pPr>
    </w:p>
    <w:p w:rsidR="00B25F40" w:rsidRDefault="00B25F40" w:rsidP="00885EF6">
      <w:pPr>
        <w:spacing w:after="0"/>
      </w:pPr>
    </w:p>
    <w:p w:rsidR="00B25F40" w:rsidRPr="00964F3A" w:rsidRDefault="00B25F40" w:rsidP="00885EF6">
      <w:pPr>
        <w:spacing w:after="0"/>
        <w:rPr>
          <w:rFonts w:ascii="Verdana" w:hAnsi="Verdana" w:cs="Verdana"/>
          <w:sz w:val="22"/>
          <w:szCs w:val="22"/>
        </w:rPr>
      </w:pPr>
      <w:r w:rsidRPr="00CB3B1A">
        <w:rPr>
          <w:rFonts w:ascii="Verdana" w:hAnsi="Verdana" w:cs="Verdana"/>
          <w:sz w:val="22"/>
          <w:szCs w:val="22"/>
        </w:rPr>
        <w:t>Go back and try the same reaction with 10 reactant each with different temperatures.</w:t>
      </w:r>
    </w:p>
    <w:p w:rsidR="00B25F40" w:rsidRPr="00CB3B1A" w:rsidRDefault="00B25F40" w:rsidP="00885EF6">
      <w:pPr>
        <w:spacing w:after="0"/>
        <w:rPr>
          <w:rFonts w:ascii="Verdana" w:hAnsi="Verdana" w:cs="Verdana"/>
        </w:rPr>
      </w:pPr>
      <w:r>
        <w:rPr>
          <w:rFonts w:ascii="Verdana" w:hAnsi="Verdana" w:cs="Verdana"/>
        </w:rPr>
        <w:t xml:space="preserve">a) </w:t>
      </w:r>
      <w:r w:rsidRPr="00CB3B1A">
        <w:rPr>
          <w:rFonts w:ascii="Verdana" w:hAnsi="Verdana" w:cs="Verdana"/>
        </w:rPr>
        <w:t xml:space="preserve">Moderate temperature                                 </w:t>
      </w:r>
      <w:r>
        <w:rPr>
          <w:rFonts w:ascii="Verdana" w:hAnsi="Verdana" w:cs="Verdana"/>
        </w:rPr>
        <w:t xml:space="preserve">    b) </w:t>
      </w:r>
      <w:r w:rsidRPr="00CB3B1A">
        <w:rPr>
          <w:rFonts w:ascii="Verdana" w:hAnsi="Verdana" w:cs="Verdana"/>
        </w:rPr>
        <w:t xml:space="preserve">High temperature                                                   </w:t>
      </w:r>
    </w:p>
    <w:p w:rsidR="00B25F40" w:rsidRDefault="00B25F40" w:rsidP="00885EF6">
      <w:pPr>
        <w:spacing w:after="0"/>
      </w:pPr>
      <w:r>
        <w:rPr>
          <w:noProof/>
        </w:rPr>
        <w:pict>
          <v:shape id="_x0000_s1053" type="#_x0000_t202" style="position:absolute;margin-left:-9pt;margin-top:13.25pt;width:206.25pt;height:154.5pt;z-index:251667968;visibility:visible" strokeweight="2.25pt">
            <v:textbox>
              <w:txbxContent>
                <w:p w:rsidR="00B25F40" w:rsidRPr="004F0F15" w:rsidRDefault="00B25F40" w:rsidP="00CB3B1A">
                  <w:pPr>
                    <w:rPr>
                      <w:b/>
                      <w:bCs/>
                    </w:rPr>
                  </w:pPr>
                  <w:r>
                    <w:rPr>
                      <w:b/>
                      <w:bCs/>
                    </w:rPr>
                    <w:t>10</w:t>
                  </w:r>
                  <w:r w:rsidRPr="004F0F15">
                    <w:rPr>
                      <w:b/>
                      <w:bCs/>
                    </w:rPr>
                    <w:t xml:space="preserve"> Reactants Each</w:t>
                  </w:r>
                </w:p>
                <w:p w:rsidR="00B25F40" w:rsidRDefault="00B25F40" w:rsidP="00CB3B1A">
                  <w:r>
                    <w:t xml:space="preserve">Run 1:   </w:t>
                  </w:r>
                </w:p>
                <w:p w:rsidR="00B25F40" w:rsidRDefault="00B25F40" w:rsidP="00CB3B1A">
                  <w:r>
                    <w:t>Run 2:</w:t>
                  </w:r>
                </w:p>
                <w:p w:rsidR="00B25F40" w:rsidRDefault="00B25F40" w:rsidP="00CB3B1A">
                  <w:r>
                    <w:t>Run 3:</w:t>
                  </w:r>
                </w:p>
                <w:p w:rsidR="00B25F40" w:rsidRDefault="00B25F40" w:rsidP="00CB3B1A">
                  <w:r>
                    <w:t>Run 4:</w:t>
                  </w:r>
                </w:p>
                <w:p w:rsidR="00B25F40" w:rsidRDefault="00B25F40" w:rsidP="00CB3B1A">
                  <w:r>
                    <w:t xml:space="preserve">Run 5: </w:t>
                  </w:r>
                </w:p>
              </w:txbxContent>
            </v:textbox>
          </v:shape>
        </w:pict>
      </w:r>
      <w:r>
        <w:rPr>
          <w:noProof/>
        </w:rPr>
        <w:pict>
          <v:shape id="_x0000_s1054" type="#_x0000_t202" style="position:absolute;margin-left:270pt;margin-top:13.25pt;width:206.25pt;height:154.5pt;z-index:251666944;visibility:visible" strokeweight="2.25pt">
            <v:textbox>
              <w:txbxContent>
                <w:p w:rsidR="00B25F40" w:rsidRPr="004F0F15" w:rsidRDefault="00B25F40" w:rsidP="00CB3B1A">
                  <w:pPr>
                    <w:rPr>
                      <w:b/>
                      <w:bCs/>
                    </w:rPr>
                  </w:pPr>
                  <w:r>
                    <w:rPr>
                      <w:b/>
                      <w:bCs/>
                    </w:rPr>
                    <w:t>10</w:t>
                  </w:r>
                  <w:r w:rsidRPr="004F0F15">
                    <w:rPr>
                      <w:b/>
                      <w:bCs/>
                    </w:rPr>
                    <w:t xml:space="preserve"> Reactants Each</w:t>
                  </w:r>
                </w:p>
                <w:p w:rsidR="00B25F40" w:rsidRDefault="00B25F40" w:rsidP="00CB3B1A">
                  <w:r>
                    <w:t>Run 1:</w:t>
                  </w:r>
                </w:p>
                <w:p w:rsidR="00B25F40" w:rsidRDefault="00B25F40" w:rsidP="00CB3B1A">
                  <w:r>
                    <w:t>Run 2:</w:t>
                  </w:r>
                </w:p>
                <w:p w:rsidR="00B25F40" w:rsidRDefault="00B25F40" w:rsidP="00CB3B1A">
                  <w:r>
                    <w:t>Run 3:</w:t>
                  </w:r>
                </w:p>
                <w:p w:rsidR="00B25F40" w:rsidRDefault="00B25F40" w:rsidP="00CB3B1A">
                  <w:r>
                    <w:t>Run 4:</w:t>
                  </w:r>
                </w:p>
                <w:p w:rsidR="00B25F40" w:rsidRDefault="00B25F40" w:rsidP="00CB3B1A">
                  <w:r>
                    <w:t xml:space="preserve">Run 5: </w:t>
                  </w:r>
                </w:p>
              </w:txbxContent>
            </v:textbox>
          </v:shape>
        </w:pict>
      </w:r>
    </w:p>
    <w:p w:rsidR="00B25F40" w:rsidRDefault="00B25F40" w:rsidP="00885EF6">
      <w:pPr>
        <w:spacing w:after="0"/>
      </w:pPr>
      <w:r>
        <w:rPr>
          <w:noProof/>
        </w:rPr>
        <w:pict>
          <v:shape id="_x0000_s1055" type="#_x0000_t202" style="position:absolute;margin-left:378pt;margin-top:15.4pt;width:81pt;height:90pt;z-index:251670016;visibility:visible" filled="f" stroked="f" strokeweight=".5pt">
            <v:textbox>
              <w:txbxContent>
                <w:p w:rsidR="00B25F40" w:rsidRDefault="00B25F40" w:rsidP="00CB3B1A">
                  <w:r>
                    <w:t>Average:</w:t>
                  </w:r>
                </w:p>
              </w:txbxContent>
            </v:textbox>
          </v:shape>
        </w:pict>
      </w:r>
      <w:r>
        <w:rPr>
          <w:noProof/>
        </w:rPr>
        <w:pict>
          <v:shape id="_x0000_s1056" type="#_x0000_t202" style="position:absolute;margin-left:117pt;margin-top:15.4pt;width:81pt;height:90pt;z-index:251668992;visibility:visible" filled="f" stroked="f" strokeweight=".5pt">
            <v:textbox>
              <w:txbxContent>
                <w:p w:rsidR="00B25F40" w:rsidRDefault="00B25F40" w:rsidP="00CB3B1A">
                  <w:r>
                    <w:t>Average:</w:t>
                  </w:r>
                </w:p>
              </w:txbxContent>
            </v:textbox>
          </v:shape>
        </w:pict>
      </w:r>
    </w:p>
    <w:p w:rsidR="00B25F40" w:rsidRDefault="00B25F40" w:rsidP="00885EF6">
      <w:pPr>
        <w:spacing w:after="0"/>
      </w:pPr>
    </w:p>
    <w:p w:rsidR="00B25F40" w:rsidRDefault="00B25F40" w:rsidP="00885EF6">
      <w:pPr>
        <w:spacing w:after="0"/>
      </w:pPr>
    </w:p>
    <w:p w:rsidR="00B25F40" w:rsidRDefault="00B25F40" w:rsidP="00885EF6">
      <w:pPr>
        <w:spacing w:after="0"/>
      </w:pPr>
    </w:p>
    <w:p w:rsidR="00B25F40" w:rsidRDefault="00B25F40" w:rsidP="00885EF6">
      <w:pPr>
        <w:spacing w:after="0"/>
      </w:pPr>
    </w:p>
    <w:p w:rsidR="00B25F40" w:rsidRDefault="00B25F40" w:rsidP="00885EF6">
      <w:pPr>
        <w:spacing w:after="0"/>
      </w:pPr>
    </w:p>
    <w:p w:rsidR="00B25F40" w:rsidRDefault="00B25F40" w:rsidP="00885EF6">
      <w:pPr>
        <w:spacing w:after="0"/>
      </w:pPr>
    </w:p>
    <w:p w:rsidR="00B25F40" w:rsidRDefault="00B25F40" w:rsidP="00885EF6">
      <w:pPr>
        <w:spacing w:after="0"/>
      </w:pPr>
    </w:p>
    <w:p w:rsidR="00B25F40" w:rsidRDefault="00B25F40" w:rsidP="00885EF6">
      <w:pPr>
        <w:spacing w:after="0"/>
      </w:pPr>
    </w:p>
    <w:p w:rsidR="00B25F40" w:rsidRDefault="00B25F40" w:rsidP="00885EF6">
      <w:pPr>
        <w:spacing w:after="0"/>
      </w:pPr>
    </w:p>
    <w:p w:rsidR="00B25F40" w:rsidRPr="00CB3B1A" w:rsidRDefault="00B25F40" w:rsidP="00885EF6">
      <w:pPr>
        <w:spacing w:after="0"/>
        <w:rPr>
          <w:rFonts w:ascii="Verdana" w:hAnsi="Verdana" w:cs="Verdana"/>
        </w:rPr>
      </w:pPr>
      <w:r w:rsidRPr="00CB3B1A">
        <w:rPr>
          <w:rFonts w:ascii="Verdana" w:hAnsi="Verdana" w:cs="Verdana"/>
        </w:rPr>
        <w:t>How did the rate of reaction change with the change in Temperature?</w:t>
      </w:r>
      <w:r>
        <w:rPr>
          <w:rFonts w:ascii="Verdana" w:hAnsi="Verdana" w:cs="Verdana"/>
        </w:rPr>
        <w:t xml:space="preserve"> Explain happened in terms of collisions.</w:t>
      </w:r>
    </w:p>
    <w:p w:rsidR="00B25F40" w:rsidRDefault="00B25F40" w:rsidP="00885EF6">
      <w:r>
        <w:rPr>
          <w:noProof/>
        </w:rPr>
        <w:pict>
          <v:shape id="_x0000_s1057" type="#_x0000_t202" style="position:absolute;margin-left:-9pt;margin-top:1.5pt;width:468pt;height:99pt;z-index:251671040;visibility:visible" strokeweight="2.25pt">
            <v:textbox>
              <w:txbxContent>
                <w:p w:rsidR="00B25F40" w:rsidRDefault="00B25F40" w:rsidP="00CB3B1A"/>
              </w:txbxContent>
            </v:textbox>
          </v:shape>
        </w:pict>
      </w:r>
    </w:p>
    <w:p w:rsidR="00B25F40" w:rsidRDefault="00B25F40" w:rsidP="00885EF6">
      <w:r>
        <w:t xml:space="preserve"> </w:t>
      </w:r>
    </w:p>
    <w:p w:rsidR="00B25F40" w:rsidRPr="00BD4FE6" w:rsidRDefault="00B25F40" w:rsidP="001B3E20">
      <w:pPr>
        <w:rPr>
          <w:rFonts w:ascii="Verdana" w:hAnsi="Verdana" w:cs="Verdana"/>
          <w:b/>
          <w:bCs/>
          <w:u w:val="single"/>
        </w:rPr>
      </w:pPr>
      <w:r w:rsidRPr="00BD4FE6">
        <w:rPr>
          <w:rFonts w:ascii="Verdana" w:hAnsi="Verdana" w:cs="Verdana"/>
          <w:b/>
          <w:bCs/>
          <w:u w:val="single"/>
        </w:rPr>
        <w:t>Rate Law</w:t>
      </w:r>
    </w:p>
    <w:p w:rsidR="00B25F40" w:rsidRPr="00BD4FE6" w:rsidRDefault="00B25F40" w:rsidP="001B3E20">
      <w:pPr>
        <w:rPr>
          <w:rFonts w:ascii="Verdana" w:hAnsi="Verdana" w:cs="Verdana"/>
        </w:rPr>
      </w:pPr>
      <w:r w:rsidRPr="00BD4FE6">
        <w:rPr>
          <w:rFonts w:ascii="Verdana" w:hAnsi="Verdana" w:cs="Verdana"/>
        </w:rPr>
        <w:t>To find the rate law of a reaction, a minimum of two experiments will have to be performed where only one reactant’s initial concentration is changed.  This will allow you to determine the order of the reaction for that particular reactant.</w:t>
      </w:r>
    </w:p>
    <w:p w:rsidR="00B25F40" w:rsidRPr="00BD4FE6" w:rsidRDefault="00B25F40" w:rsidP="001B3E20">
      <w:pPr>
        <w:rPr>
          <w:rFonts w:ascii="Verdana" w:hAnsi="Verdana" w:cs="Verdana"/>
        </w:rPr>
      </w:pPr>
      <w:r w:rsidRPr="00BD4FE6">
        <w:rPr>
          <w:rFonts w:ascii="Verdana" w:hAnsi="Verdana" w:cs="Verdana"/>
        </w:rPr>
        <w:pict>
          <v:shape id="_x0000_i1025" type="#_x0000_t75" style="width:177.75pt;height:13.5pt">
            <v:imagedata r:id="rId9" o:title="" chromakey="white"/>
          </v:shape>
        </w:pict>
      </w:r>
    </w:p>
    <w:p w:rsidR="00B25F40" w:rsidRPr="00BD4FE6" w:rsidRDefault="00B25F40" w:rsidP="001B3E20">
      <w:pPr>
        <w:rPr>
          <w:rFonts w:ascii="Verdana" w:hAnsi="Verdana" w:cs="Verdana"/>
          <w:u w:val="single"/>
        </w:rPr>
      </w:pPr>
      <w:r w:rsidRPr="00BD4FE6">
        <w:rPr>
          <w:rFonts w:ascii="Verdana" w:hAnsi="Verdana" w:cs="Verdana"/>
          <w:u w:val="single"/>
        </w:rPr>
        <w:t>Finding Order of the Reaction for a Reactant and Rate Constant</w:t>
      </w:r>
    </w:p>
    <w:p w:rsidR="00B25F40" w:rsidRPr="00BD4FE6" w:rsidRDefault="00B25F40" w:rsidP="00830407">
      <w:pPr>
        <w:spacing w:after="0"/>
        <w:rPr>
          <w:rFonts w:ascii="Verdana" w:hAnsi="Verdana" w:cs="Verdana"/>
          <w:u w:val="single"/>
        </w:rPr>
      </w:pPr>
      <w:r w:rsidRPr="00BD4FE6">
        <w:rPr>
          <w:rFonts w:ascii="Verdana" w:hAnsi="Verdana" w:cs="Verdana"/>
          <w:u w:val="single"/>
        </w:rPr>
        <w:t>Ex</w:t>
      </w:r>
    </w:p>
    <w:p w:rsidR="00B25F40" w:rsidRPr="00BD4FE6" w:rsidRDefault="00B25F40" w:rsidP="001B3E20">
      <w:pPr>
        <w:rPr>
          <w:rFonts w:ascii="Verdana" w:hAnsi="Verdana" w:cs="Verdana"/>
        </w:rPr>
      </w:pPr>
      <w:r w:rsidRPr="00BD4FE6">
        <w:rPr>
          <w:rFonts w:ascii="Verdana" w:hAnsi="Verdana" w:cs="Verdana"/>
        </w:rPr>
        <w:pict>
          <v:shape id="_x0000_i1026" type="#_x0000_t75" style="width:85.5pt;height:22.5pt">
            <v:imagedata r:id="rId10" o:title="" chromakey="white"/>
          </v:shape>
        </w:pic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18"/>
        <w:gridCol w:w="2250"/>
        <w:gridCol w:w="2394"/>
      </w:tblGrid>
      <w:tr w:rsidR="00B25F40" w:rsidRPr="00BD4FE6">
        <w:trPr>
          <w:jc w:val="center"/>
        </w:trPr>
        <w:tc>
          <w:tcPr>
            <w:tcW w:w="1818" w:type="dxa"/>
            <w:tcBorders>
              <w:top w:val="nil"/>
              <w:left w:val="nil"/>
              <w:bottom w:val="single" w:sz="12" w:space="0" w:color="auto"/>
              <w:right w:val="single" w:sz="12" w:space="0" w:color="auto"/>
            </w:tcBorders>
          </w:tcPr>
          <w:p w:rsidR="00B25F40" w:rsidRPr="00BD4FE6" w:rsidRDefault="00B25F40" w:rsidP="00270D2F">
            <w:pPr>
              <w:spacing w:after="0" w:line="240" w:lineRule="auto"/>
              <w:rPr>
                <w:rFonts w:ascii="Verdana" w:hAnsi="Verdana" w:cs="Verdana"/>
              </w:rPr>
            </w:pPr>
          </w:p>
        </w:tc>
        <w:tc>
          <w:tcPr>
            <w:tcW w:w="2250" w:type="dxa"/>
            <w:tcBorders>
              <w:top w:val="nil"/>
              <w:left w:val="single" w:sz="12" w:space="0" w:color="auto"/>
              <w:bottom w:val="single" w:sz="12" w:space="0" w:color="auto"/>
            </w:tcBorders>
          </w:tcPr>
          <w:p w:rsidR="00B25F40" w:rsidRPr="00BD4FE6" w:rsidRDefault="00B25F40" w:rsidP="00270D2F">
            <w:pPr>
              <w:spacing w:after="0" w:line="240" w:lineRule="auto"/>
              <w:rPr>
                <w:rFonts w:ascii="Verdana" w:hAnsi="Verdana" w:cs="Verdana"/>
              </w:rPr>
            </w:pPr>
            <w:r w:rsidRPr="00BD4FE6">
              <w:rPr>
                <w:rFonts w:ascii="Verdana" w:hAnsi="Verdana" w:cs="Verdana"/>
              </w:rPr>
              <w:pict>
                <v:shape id="_x0000_i1027" type="#_x0000_t75" style="width:50.25pt;height:11.25pt">
                  <v:imagedata r:id="rId11" o:title="" chromakey="white"/>
                </v:shape>
              </w:pict>
            </w:r>
          </w:p>
        </w:tc>
        <w:tc>
          <w:tcPr>
            <w:tcW w:w="2394" w:type="dxa"/>
            <w:tcBorders>
              <w:top w:val="nil"/>
              <w:bottom w:val="single" w:sz="12" w:space="0" w:color="auto"/>
              <w:right w:val="nil"/>
            </w:tcBorders>
          </w:tcPr>
          <w:p w:rsidR="00B25F40" w:rsidRPr="00BD4FE6" w:rsidRDefault="00B25F40" w:rsidP="00270D2F">
            <w:pPr>
              <w:spacing w:after="0" w:line="240" w:lineRule="auto"/>
              <w:rPr>
                <w:rFonts w:ascii="Verdana" w:hAnsi="Verdana" w:cs="Verdana"/>
              </w:rPr>
            </w:pPr>
            <w:r w:rsidRPr="00BD4FE6">
              <w:rPr>
                <w:rFonts w:ascii="Verdana" w:hAnsi="Verdana" w:cs="Verdana"/>
              </w:rPr>
              <w:pict>
                <v:shape id="_x0000_i1028" type="#_x0000_t75" style="width:53.25pt;height:15pt">
                  <v:imagedata r:id="rId12" o:title="" chromakey="white"/>
                </v:shape>
              </w:pict>
            </w:r>
          </w:p>
        </w:tc>
      </w:tr>
      <w:tr w:rsidR="00B25F40" w:rsidRPr="00BD4FE6">
        <w:trPr>
          <w:jc w:val="center"/>
        </w:trPr>
        <w:tc>
          <w:tcPr>
            <w:tcW w:w="1818" w:type="dxa"/>
            <w:tcBorders>
              <w:top w:val="single" w:sz="12" w:space="0" w:color="auto"/>
              <w:left w:val="nil"/>
              <w:right w:val="single" w:sz="12" w:space="0" w:color="auto"/>
            </w:tcBorders>
          </w:tcPr>
          <w:p w:rsidR="00B25F40" w:rsidRPr="00BD4FE6" w:rsidRDefault="00B25F40" w:rsidP="00270D2F">
            <w:pPr>
              <w:spacing w:after="0" w:line="240" w:lineRule="auto"/>
              <w:jc w:val="center"/>
              <w:rPr>
                <w:rFonts w:ascii="Verdana" w:hAnsi="Verdana" w:cs="Verdana"/>
              </w:rPr>
            </w:pPr>
            <w:r w:rsidRPr="00BD4FE6">
              <w:rPr>
                <w:rFonts w:ascii="Verdana" w:hAnsi="Verdana" w:cs="Verdana"/>
              </w:rPr>
              <w:t>Run 1</w:t>
            </w:r>
          </w:p>
        </w:tc>
        <w:tc>
          <w:tcPr>
            <w:tcW w:w="2250" w:type="dxa"/>
            <w:tcBorders>
              <w:top w:val="single" w:sz="12" w:space="0" w:color="auto"/>
              <w:left w:val="single" w:sz="12" w:space="0" w:color="auto"/>
            </w:tcBorders>
          </w:tcPr>
          <w:p w:rsidR="00B25F40" w:rsidRPr="00BD4FE6" w:rsidRDefault="00B25F40" w:rsidP="00270D2F">
            <w:pPr>
              <w:spacing w:after="0" w:line="240" w:lineRule="auto"/>
              <w:jc w:val="center"/>
              <w:rPr>
                <w:rFonts w:ascii="Verdana" w:hAnsi="Verdana" w:cs="Verdana"/>
              </w:rPr>
            </w:pPr>
            <w:r w:rsidRPr="00BD4FE6">
              <w:rPr>
                <w:rFonts w:ascii="Verdana" w:hAnsi="Verdana" w:cs="Verdana"/>
              </w:rPr>
              <w:t>0.85</w:t>
            </w:r>
          </w:p>
        </w:tc>
        <w:tc>
          <w:tcPr>
            <w:tcW w:w="2394" w:type="dxa"/>
            <w:tcBorders>
              <w:top w:val="single" w:sz="12" w:space="0" w:color="auto"/>
              <w:right w:val="nil"/>
            </w:tcBorders>
          </w:tcPr>
          <w:p w:rsidR="00B25F40" w:rsidRPr="00BD4FE6" w:rsidRDefault="00B25F40" w:rsidP="00270D2F">
            <w:pPr>
              <w:spacing w:after="0" w:line="240" w:lineRule="auto"/>
              <w:jc w:val="center"/>
              <w:rPr>
                <w:rFonts w:ascii="Verdana" w:hAnsi="Verdana" w:cs="Verdana"/>
              </w:rPr>
            </w:pPr>
            <w:r w:rsidRPr="00BD4FE6">
              <w:rPr>
                <w:rFonts w:ascii="Verdana" w:hAnsi="Verdana" w:cs="Verdana"/>
              </w:rPr>
              <w:t>0.39</w:t>
            </w:r>
          </w:p>
        </w:tc>
      </w:tr>
      <w:tr w:rsidR="00B25F40" w:rsidRPr="00BD4FE6">
        <w:trPr>
          <w:jc w:val="center"/>
        </w:trPr>
        <w:tc>
          <w:tcPr>
            <w:tcW w:w="1818" w:type="dxa"/>
            <w:tcBorders>
              <w:left w:val="nil"/>
              <w:right w:val="single" w:sz="12" w:space="0" w:color="auto"/>
            </w:tcBorders>
          </w:tcPr>
          <w:p w:rsidR="00B25F40" w:rsidRPr="00BD4FE6" w:rsidRDefault="00B25F40" w:rsidP="00270D2F">
            <w:pPr>
              <w:spacing w:after="0" w:line="240" w:lineRule="auto"/>
              <w:jc w:val="center"/>
              <w:rPr>
                <w:rFonts w:ascii="Verdana" w:hAnsi="Verdana" w:cs="Verdana"/>
              </w:rPr>
            </w:pPr>
            <w:r w:rsidRPr="00BD4FE6">
              <w:rPr>
                <w:rFonts w:ascii="Verdana" w:hAnsi="Verdana" w:cs="Verdana"/>
              </w:rPr>
              <w:t>Run 2</w:t>
            </w:r>
          </w:p>
        </w:tc>
        <w:tc>
          <w:tcPr>
            <w:tcW w:w="2250" w:type="dxa"/>
            <w:tcBorders>
              <w:left w:val="single" w:sz="12" w:space="0" w:color="auto"/>
            </w:tcBorders>
          </w:tcPr>
          <w:p w:rsidR="00B25F40" w:rsidRPr="00BD4FE6" w:rsidRDefault="00B25F40" w:rsidP="00270D2F">
            <w:pPr>
              <w:spacing w:after="0" w:line="240" w:lineRule="auto"/>
              <w:jc w:val="center"/>
              <w:rPr>
                <w:rFonts w:ascii="Verdana" w:hAnsi="Verdana" w:cs="Verdana"/>
              </w:rPr>
            </w:pPr>
            <w:r w:rsidRPr="00BD4FE6">
              <w:rPr>
                <w:rFonts w:ascii="Verdana" w:hAnsi="Verdana" w:cs="Verdana"/>
              </w:rPr>
              <w:t>1.10</w:t>
            </w:r>
          </w:p>
        </w:tc>
        <w:tc>
          <w:tcPr>
            <w:tcW w:w="2394" w:type="dxa"/>
            <w:tcBorders>
              <w:right w:val="nil"/>
            </w:tcBorders>
          </w:tcPr>
          <w:p w:rsidR="00B25F40" w:rsidRPr="00BD4FE6" w:rsidRDefault="00B25F40" w:rsidP="00270D2F">
            <w:pPr>
              <w:spacing w:after="0" w:line="240" w:lineRule="auto"/>
              <w:jc w:val="center"/>
              <w:rPr>
                <w:rFonts w:ascii="Verdana" w:hAnsi="Verdana" w:cs="Verdana"/>
              </w:rPr>
            </w:pPr>
            <w:r w:rsidRPr="00BD4FE6">
              <w:rPr>
                <w:rFonts w:ascii="Verdana" w:hAnsi="Verdana" w:cs="Verdana"/>
              </w:rPr>
              <w:t>0.65</w:t>
            </w:r>
          </w:p>
        </w:tc>
      </w:tr>
      <w:tr w:rsidR="00B25F40" w:rsidRPr="00BD4FE6">
        <w:trPr>
          <w:jc w:val="center"/>
        </w:trPr>
        <w:tc>
          <w:tcPr>
            <w:tcW w:w="1818" w:type="dxa"/>
            <w:tcBorders>
              <w:left w:val="nil"/>
              <w:bottom w:val="nil"/>
              <w:right w:val="single" w:sz="12" w:space="0" w:color="auto"/>
            </w:tcBorders>
          </w:tcPr>
          <w:p w:rsidR="00B25F40" w:rsidRPr="00BD4FE6" w:rsidRDefault="00B25F40" w:rsidP="00270D2F">
            <w:pPr>
              <w:spacing w:after="0" w:line="240" w:lineRule="auto"/>
              <w:jc w:val="center"/>
              <w:rPr>
                <w:rFonts w:ascii="Verdana" w:hAnsi="Verdana" w:cs="Verdana"/>
              </w:rPr>
            </w:pPr>
            <w:r w:rsidRPr="00BD4FE6">
              <w:rPr>
                <w:rFonts w:ascii="Verdana" w:hAnsi="Verdana" w:cs="Verdana"/>
              </w:rPr>
              <w:t>Run 3</w:t>
            </w:r>
          </w:p>
        </w:tc>
        <w:tc>
          <w:tcPr>
            <w:tcW w:w="2250" w:type="dxa"/>
            <w:tcBorders>
              <w:left w:val="single" w:sz="12" w:space="0" w:color="auto"/>
              <w:bottom w:val="nil"/>
            </w:tcBorders>
          </w:tcPr>
          <w:p w:rsidR="00B25F40" w:rsidRPr="00BD4FE6" w:rsidRDefault="00B25F40" w:rsidP="00270D2F">
            <w:pPr>
              <w:spacing w:after="0" w:line="240" w:lineRule="auto"/>
              <w:jc w:val="center"/>
              <w:rPr>
                <w:rFonts w:ascii="Verdana" w:hAnsi="Verdana" w:cs="Verdana"/>
              </w:rPr>
            </w:pPr>
            <w:r w:rsidRPr="00BD4FE6">
              <w:rPr>
                <w:rFonts w:ascii="Verdana" w:hAnsi="Verdana" w:cs="Verdana"/>
              </w:rPr>
              <w:t>1.60</w:t>
            </w:r>
          </w:p>
        </w:tc>
        <w:tc>
          <w:tcPr>
            <w:tcW w:w="2394" w:type="dxa"/>
            <w:tcBorders>
              <w:bottom w:val="nil"/>
              <w:right w:val="nil"/>
            </w:tcBorders>
          </w:tcPr>
          <w:p w:rsidR="00B25F40" w:rsidRPr="00BD4FE6" w:rsidRDefault="00B25F40" w:rsidP="00270D2F">
            <w:pPr>
              <w:spacing w:after="0" w:line="240" w:lineRule="auto"/>
              <w:jc w:val="center"/>
              <w:rPr>
                <w:rFonts w:ascii="Verdana" w:hAnsi="Verdana" w:cs="Verdana"/>
              </w:rPr>
            </w:pPr>
            <w:r w:rsidRPr="00BD4FE6">
              <w:rPr>
                <w:rFonts w:ascii="Verdana" w:hAnsi="Verdana" w:cs="Verdana"/>
              </w:rPr>
              <w:t>1.38</w:t>
            </w:r>
          </w:p>
        </w:tc>
      </w:tr>
    </w:tbl>
    <w:p w:rsidR="00B25F40" w:rsidRPr="00BD4FE6" w:rsidRDefault="00B25F40" w:rsidP="00830407">
      <w:pPr>
        <w:spacing w:after="0"/>
        <w:rPr>
          <w:rFonts w:ascii="Verdana" w:hAnsi="Verdana" w:cs="Verdana"/>
          <w:sz w:val="16"/>
          <w:szCs w:val="16"/>
        </w:rPr>
      </w:pPr>
    </w:p>
    <w:p w:rsidR="00B25F40" w:rsidRPr="00BD4FE6" w:rsidRDefault="00B25F40" w:rsidP="001B3E20">
      <w:pPr>
        <w:rPr>
          <w:rFonts w:ascii="Verdana" w:hAnsi="Verdana" w:cs="Verdana"/>
        </w:rPr>
      </w:pPr>
      <w:r w:rsidRPr="00BD4FE6">
        <w:rPr>
          <w:rFonts w:ascii="Verdana" w:hAnsi="Verdana" w:cs="Verdana"/>
        </w:rPr>
        <w:t>Using Run 1 &amp; 3:</w:t>
      </w:r>
    </w:p>
    <w:p w:rsidR="00B25F40" w:rsidRPr="00BD4FE6" w:rsidRDefault="00B25F40" w:rsidP="001B3E20">
      <w:pPr>
        <w:rPr>
          <w:rFonts w:ascii="Verdana" w:hAnsi="Verdana" w:cs="Verdana"/>
          <w:sz w:val="28"/>
          <w:szCs w:val="28"/>
        </w:rPr>
      </w:pPr>
      <w:r w:rsidRPr="00BD4FE6">
        <w:rPr>
          <w:rFonts w:ascii="Verdana" w:hAnsi="Verdana" w:cs="Verdana"/>
        </w:rPr>
        <w:fldChar w:fldCharType="begin"/>
      </w:r>
      <w:r w:rsidRPr="00BD4FE6">
        <w:rPr>
          <w:rFonts w:ascii="Verdana" w:hAnsi="Verdana" w:cs="Verdana"/>
        </w:rPr>
        <w:instrText xml:space="preserve"> QUOTE </w:instrText>
      </w:r>
      <w:r w:rsidRPr="00BD4FE6">
        <w:rPr>
          <w:rFonts w:ascii="Verdana" w:hAnsi="Verdana" w:cs="Verdana"/>
        </w:rPr>
        <w:pict>
          <v:shape id="_x0000_i1029" type="#_x0000_t75" style="width:89.25pt;height:29.25pt">
            <v:imagedata r:id="rId13" o:title="" chromakey="white"/>
          </v:shape>
        </w:pict>
      </w:r>
      <w:r w:rsidRPr="00BD4FE6">
        <w:rPr>
          <w:rFonts w:ascii="Verdana" w:hAnsi="Verdana" w:cs="Verdana"/>
        </w:rPr>
        <w:instrText xml:space="preserve"> </w:instrText>
      </w:r>
      <w:r w:rsidRPr="00BD4FE6">
        <w:rPr>
          <w:rFonts w:ascii="Verdana" w:hAnsi="Verdana" w:cs="Verdana"/>
        </w:rPr>
        <w:fldChar w:fldCharType="separate"/>
      </w:r>
      <w:r w:rsidRPr="00BD4FE6">
        <w:rPr>
          <w:rFonts w:ascii="Verdana" w:hAnsi="Verdana" w:cs="Verdana"/>
        </w:rPr>
        <w:pict>
          <v:shape id="_x0000_i1030" type="#_x0000_t75" style="width:89.25pt;height:29.25pt">
            <v:imagedata r:id="rId13" o:title="" chromakey="white"/>
          </v:shape>
        </w:pict>
      </w:r>
      <w:r w:rsidRPr="00BD4FE6">
        <w:rPr>
          <w:rFonts w:ascii="Verdana" w:hAnsi="Verdana" w:cs="Verdana"/>
        </w:rPr>
        <w:fldChar w:fldCharType="end"/>
      </w:r>
      <w:r w:rsidRPr="00BD4FE6">
        <w:rPr>
          <w:rFonts w:ascii="Verdana" w:hAnsi="Verdana" w:cs="Verdana"/>
        </w:rPr>
        <w:t xml:space="preserve">  </w:t>
      </w:r>
      <w:r w:rsidRPr="00BD4FE6">
        <w:rPr>
          <w:rFonts w:ascii="Verdana" w:hAnsi="Verdana" w:cs="Verdana"/>
        </w:rPr>
        <w:tab/>
      </w:r>
      <w:r w:rsidRPr="00BD4FE6">
        <w:rPr>
          <w:rFonts w:ascii="Verdana" w:hAnsi="Verdana" w:cs="Verdana"/>
        </w:rPr>
        <w:tab/>
      </w:r>
      <w:r w:rsidRPr="00BD4FE6">
        <w:rPr>
          <w:rFonts w:ascii="Verdana" w:hAnsi="Verdana" w:cs="Verdana"/>
        </w:rPr>
        <w:tab/>
      </w:r>
      <w:r w:rsidRPr="00BD4FE6">
        <w:rPr>
          <w:rFonts w:ascii="Verdana" w:hAnsi="Verdana" w:cs="Verdana"/>
          <w:sz w:val="28"/>
          <w:szCs w:val="28"/>
        </w:rPr>
        <w:fldChar w:fldCharType="begin"/>
      </w:r>
      <w:r w:rsidRPr="00BD4FE6">
        <w:rPr>
          <w:rFonts w:ascii="Verdana" w:hAnsi="Verdana" w:cs="Verdana"/>
          <w:sz w:val="28"/>
          <w:szCs w:val="28"/>
        </w:rPr>
        <w:instrText xml:space="preserve"> QUOTE </w:instrText>
      </w:r>
      <w:r w:rsidRPr="00BD4FE6">
        <w:rPr>
          <w:rFonts w:ascii="Verdana" w:hAnsi="Verdana" w:cs="Verdana"/>
        </w:rPr>
        <w:pict>
          <v:shape id="_x0000_i1031" type="#_x0000_t75" style="width:96.75pt;height:39.75pt">
            <v:imagedata r:id="rId14" o:title="" chromakey="white"/>
          </v:shape>
        </w:pict>
      </w:r>
      <w:r w:rsidRPr="00BD4FE6">
        <w:rPr>
          <w:rFonts w:ascii="Verdana" w:hAnsi="Verdana" w:cs="Verdana"/>
          <w:sz w:val="28"/>
          <w:szCs w:val="28"/>
        </w:rPr>
        <w:instrText xml:space="preserve"> </w:instrText>
      </w:r>
      <w:r w:rsidRPr="00BD4FE6">
        <w:rPr>
          <w:rFonts w:ascii="Verdana" w:hAnsi="Verdana" w:cs="Verdana"/>
          <w:sz w:val="28"/>
          <w:szCs w:val="28"/>
        </w:rPr>
        <w:fldChar w:fldCharType="separate"/>
      </w:r>
      <w:r w:rsidRPr="00BD4FE6">
        <w:rPr>
          <w:rFonts w:ascii="Verdana" w:hAnsi="Verdana" w:cs="Verdana"/>
        </w:rPr>
        <w:pict>
          <v:shape id="_x0000_i1032" type="#_x0000_t75" style="width:96.75pt;height:39.75pt">
            <v:imagedata r:id="rId14" o:title="" chromakey="white"/>
          </v:shape>
        </w:pict>
      </w:r>
      <w:r w:rsidRPr="00BD4FE6">
        <w:rPr>
          <w:rFonts w:ascii="Verdana" w:hAnsi="Verdana" w:cs="Verdana"/>
          <w:sz w:val="28"/>
          <w:szCs w:val="28"/>
        </w:rPr>
        <w:fldChar w:fldCharType="end"/>
      </w:r>
    </w:p>
    <w:p w:rsidR="00B25F40" w:rsidRPr="00BD4FE6" w:rsidRDefault="00B25F40" w:rsidP="001B3E20">
      <w:pPr>
        <w:rPr>
          <w:rFonts w:ascii="Verdana" w:hAnsi="Verdana" w:cs="Verdana"/>
        </w:rPr>
      </w:pPr>
      <w:r w:rsidRPr="00BD4FE6">
        <w:rPr>
          <w:rFonts w:ascii="Verdana" w:hAnsi="Verdana" w:cs="Verdana"/>
        </w:rPr>
        <w:pict>
          <v:shape id="_x0000_i1033" type="#_x0000_t75" style="width:75.75pt;height:15pt">
            <v:imagedata r:id="rId15" o:title="" chromakey="white"/>
          </v:shape>
        </w:pict>
      </w:r>
    </w:p>
    <w:p w:rsidR="00B25F40" w:rsidRPr="00BD4FE6" w:rsidRDefault="00B25F40" w:rsidP="001B3E20">
      <w:pPr>
        <w:rPr>
          <w:rFonts w:ascii="Verdana" w:hAnsi="Verdana" w:cs="Verdana"/>
        </w:rPr>
      </w:pPr>
      <w:r w:rsidRPr="00BD4FE6">
        <w:rPr>
          <w:rFonts w:ascii="Verdana" w:hAnsi="Verdana" w:cs="Verdana"/>
        </w:rPr>
        <w:pict>
          <v:shape id="_x0000_i1034" type="#_x0000_t75" style="width:89.25pt;height:15pt">
            <v:imagedata r:id="rId16" o:title="" chromakey="white"/>
          </v:shape>
        </w:pict>
      </w:r>
    </w:p>
    <w:p w:rsidR="00B25F40" w:rsidRPr="00BD4FE6" w:rsidRDefault="00B25F40" w:rsidP="001B3E20">
      <w:pPr>
        <w:rPr>
          <w:rFonts w:ascii="Verdana" w:hAnsi="Verdana" w:cs="Verdana"/>
        </w:rPr>
      </w:pPr>
      <w:r w:rsidRPr="00BD4FE6">
        <w:rPr>
          <w:rFonts w:ascii="Verdana" w:hAnsi="Verdana" w:cs="Verdana"/>
        </w:rPr>
        <w:pict>
          <v:shape id="_x0000_i1035" type="#_x0000_t75" style="width:54.75pt;height:29.25pt">
            <v:imagedata r:id="rId17" o:title="" chromakey="white"/>
          </v:shape>
        </w:pict>
      </w:r>
    </w:p>
    <w:p w:rsidR="00B25F40" w:rsidRPr="00830407" w:rsidRDefault="00B25F40" w:rsidP="001B3E20">
      <w:pPr>
        <w:rPr>
          <w:b/>
          <w:bCs/>
        </w:rPr>
      </w:pPr>
      <w:r w:rsidRPr="00BD4FE6">
        <w:rPr>
          <w:rFonts w:ascii="Verdana" w:hAnsi="Verdana" w:cs="Verdana"/>
        </w:rPr>
        <w:pict>
          <v:shape id="_x0000_i1036" type="#_x0000_t75" style="width:436.5pt;height:15pt">
            <v:imagedata r:id="rId18" o:title="" chromakey="white"/>
          </v:shape>
        </w:pict>
      </w:r>
    </w:p>
    <w:p w:rsidR="00B25F40" w:rsidRPr="00BD4FE6" w:rsidRDefault="00B25F40" w:rsidP="001B3E20">
      <w:pPr>
        <w:rPr>
          <w:rFonts w:ascii="Verdana" w:hAnsi="Verdana" w:cs="Verdana"/>
          <w:u w:val="single"/>
        </w:rPr>
      </w:pPr>
      <w:r w:rsidRPr="00BD4FE6">
        <w:rPr>
          <w:rFonts w:ascii="Verdana" w:hAnsi="Verdana" w:cs="Verdana"/>
          <w:u w:val="single"/>
        </w:rPr>
        <w:t>Find Rate Constant</w:t>
      </w:r>
    </w:p>
    <w:p w:rsidR="00B25F40" w:rsidRPr="00BD4FE6" w:rsidRDefault="00B25F40" w:rsidP="001B3E20">
      <w:pPr>
        <w:rPr>
          <w:rFonts w:ascii="Verdana" w:hAnsi="Verdana" w:cs="Verdana"/>
        </w:rPr>
      </w:pPr>
      <w:r w:rsidRPr="00BD4FE6">
        <w:rPr>
          <w:rFonts w:ascii="Verdana" w:hAnsi="Verdana" w:cs="Verdana"/>
        </w:rPr>
        <w:t>Using Run 3:</w:t>
      </w:r>
    </w:p>
    <w:p w:rsidR="00B25F40" w:rsidRPr="00BD4FE6" w:rsidRDefault="00B25F40" w:rsidP="001B3E20">
      <w:pPr>
        <w:rPr>
          <w:rFonts w:ascii="Verdana" w:hAnsi="Verdana" w:cs="Verdana"/>
        </w:rPr>
      </w:pPr>
      <w:r w:rsidRPr="00BD4FE6">
        <w:rPr>
          <w:rFonts w:ascii="Verdana" w:hAnsi="Verdana" w:cs="Verdana"/>
        </w:rPr>
        <w:pict>
          <v:shape id="_x0000_i1037" type="#_x0000_t75" style="width:255.75pt;height:36pt">
            <v:imagedata r:id="rId19" o:title="" chromakey="white"/>
          </v:shape>
        </w:pict>
      </w:r>
    </w:p>
    <w:p w:rsidR="00B25F40" w:rsidRPr="00BD4FE6" w:rsidRDefault="00B25F40" w:rsidP="001B3E20">
      <w:pPr>
        <w:rPr>
          <w:rFonts w:ascii="Verdana" w:hAnsi="Verdana" w:cs="Verdana"/>
          <w:u w:val="single"/>
        </w:rPr>
      </w:pPr>
      <w:r w:rsidRPr="00BD4FE6">
        <w:rPr>
          <w:rFonts w:ascii="Verdana" w:hAnsi="Verdana" w:cs="Verdana"/>
          <w:u w:val="single"/>
        </w:rPr>
        <w:t>Find Rate Law</w:t>
      </w:r>
    </w:p>
    <w:p w:rsidR="00B25F40" w:rsidRPr="00BD4FE6" w:rsidRDefault="00B25F40" w:rsidP="001B3E20">
      <w:pPr>
        <w:rPr>
          <w:rFonts w:ascii="Verdana" w:hAnsi="Verdana" w:cs="Verdana"/>
        </w:rPr>
      </w:pPr>
      <w:r w:rsidRPr="00BD4FE6">
        <w:rPr>
          <w:rFonts w:ascii="Verdana" w:hAnsi="Verdana" w:cs="Verdana"/>
        </w:rPr>
        <w:pict>
          <v:shape id="_x0000_i1038" type="#_x0000_t75" style="width:150pt;height:12pt">
            <v:imagedata r:id="rId20" o:title="" chromakey="white"/>
          </v:shape>
        </w:pict>
      </w:r>
    </w:p>
    <w:p w:rsidR="00B25F40" w:rsidRDefault="00B25F40" w:rsidP="001B3E20">
      <w:pPr>
        <w:rPr>
          <w:rFonts w:ascii="Verdana" w:hAnsi="Verdana" w:cs="Verdana"/>
          <w:u w:val="single"/>
        </w:rPr>
      </w:pPr>
    </w:p>
    <w:p w:rsidR="00B25F40" w:rsidRPr="00BD4FE6" w:rsidRDefault="00B25F40" w:rsidP="001B3E20">
      <w:pPr>
        <w:rPr>
          <w:rFonts w:ascii="Verdana" w:hAnsi="Verdana" w:cs="Verdana"/>
          <w:u w:val="single"/>
        </w:rPr>
      </w:pPr>
      <w:r w:rsidRPr="00BD4FE6">
        <w:rPr>
          <w:rFonts w:ascii="Verdana" w:hAnsi="Verdana" w:cs="Verdana"/>
          <w:u w:val="single"/>
        </w:rPr>
        <w:t>Problem</w:t>
      </w:r>
    </w:p>
    <w:p w:rsidR="00B25F40" w:rsidRPr="00BD4FE6" w:rsidRDefault="00B25F40" w:rsidP="001B3E20">
      <w:pPr>
        <w:rPr>
          <w:rFonts w:ascii="Verdana" w:hAnsi="Verdana" w:cs="Verdana"/>
        </w:rPr>
      </w:pPr>
      <w:r w:rsidRPr="00BD4FE6">
        <w:rPr>
          <w:rFonts w:ascii="Verdana" w:hAnsi="Verdana" w:cs="Verdana"/>
        </w:rPr>
        <w:t>Find the Rate Law given the following information.</w:t>
      </w:r>
    </w:p>
    <w:p w:rsidR="00B25F40" w:rsidRPr="00BD4FE6" w:rsidRDefault="00B25F40" w:rsidP="001B3E20">
      <w:pPr>
        <w:rPr>
          <w:rFonts w:ascii="Verdana" w:hAnsi="Verdana" w:cs="Verdana"/>
        </w:rPr>
      </w:pPr>
      <w:r w:rsidRPr="00BD4FE6">
        <w:rPr>
          <w:rFonts w:ascii="Verdana" w:hAnsi="Verdana" w:cs="Verdana"/>
        </w:rPr>
        <w:pict>
          <v:shape id="_x0000_i1039" type="#_x0000_t75" style="width:101.25pt;height:24pt">
            <v:imagedata r:id="rId21" o:title="" chromakey="white"/>
          </v:shape>
        </w:pic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18"/>
        <w:gridCol w:w="2250"/>
        <w:gridCol w:w="2394"/>
        <w:gridCol w:w="2394"/>
      </w:tblGrid>
      <w:tr w:rsidR="00B25F40" w:rsidRPr="00BD4FE6">
        <w:trPr>
          <w:jc w:val="center"/>
        </w:trPr>
        <w:tc>
          <w:tcPr>
            <w:tcW w:w="1818" w:type="dxa"/>
            <w:tcBorders>
              <w:top w:val="nil"/>
              <w:left w:val="nil"/>
              <w:bottom w:val="single" w:sz="12" w:space="0" w:color="auto"/>
              <w:right w:val="single" w:sz="12" w:space="0" w:color="auto"/>
            </w:tcBorders>
          </w:tcPr>
          <w:p w:rsidR="00B25F40" w:rsidRPr="00BD4FE6" w:rsidRDefault="00B25F40" w:rsidP="00270D2F">
            <w:pPr>
              <w:spacing w:after="0" w:line="240" w:lineRule="auto"/>
              <w:rPr>
                <w:rFonts w:ascii="Verdana" w:hAnsi="Verdana" w:cs="Verdana"/>
              </w:rPr>
            </w:pPr>
          </w:p>
        </w:tc>
        <w:tc>
          <w:tcPr>
            <w:tcW w:w="2250" w:type="dxa"/>
            <w:tcBorders>
              <w:top w:val="nil"/>
              <w:left w:val="single" w:sz="12" w:space="0" w:color="auto"/>
              <w:bottom w:val="single" w:sz="12" w:space="0" w:color="auto"/>
            </w:tcBorders>
          </w:tcPr>
          <w:p w:rsidR="00B25F40" w:rsidRPr="00BD4FE6" w:rsidRDefault="00B25F40" w:rsidP="00270D2F">
            <w:pPr>
              <w:spacing w:after="0" w:line="240" w:lineRule="auto"/>
              <w:rPr>
                <w:rFonts w:ascii="Verdana" w:hAnsi="Verdana" w:cs="Verdana"/>
              </w:rPr>
            </w:pPr>
            <w:r w:rsidRPr="00BD4FE6">
              <w:rPr>
                <w:rFonts w:ascii="Verdana" w:hAnsi="Verdana" w:cs="Verdana"/>
              </w:rPr>
              <w:pict>
                <v:shape id="_x0000_i1040" type="#_x0000_t75" style="width:45.75pt;height:11.25pt">
                  <v:imagedata r:id="rId22" o:title="" chromakey="white"/>
                </v:shape>
              </w:pict>
            </w:r>
          </w:p>
        </w:tc>
        <w:tc>
          <w:tcPr>
            <w:tcW w:w="2394" w:type="dxa"/>
            <w:tcBorders>
              <w:top w:val="nil"/>
              <w:bottom w:val="single" w:sz="12" w:space="0" w:color="auto"/>
            </w:tcBorders>
          </w:tcPr>
          <w:p w:rsidR="00B25F40" w:rsidRPr="00BD4FE6" w:rsidRDefault="00B25F40" w:rsidP="00270D2F">
            <w:pPr>
              <w:spacing w:after="0" w:line="240" w:lineRule="auto"/>
              <w:rPr>
                <w:rFonts w:ascii="Verdana" w:hAnsi="Verdana" w:cs="Verdana"/>
              </w:rPr>
            </w:pPr>
            <w:r w:rsidRPr="00BD4FE6">
              <w:rPr>
                <w:rFonts w:ascii="Verdana" w:hAnsi="Verdana" w:cs="Verdana"/>
              </w:rPr>
              <w:pict>
                <v:shape id="_x0000_i1041" type="#_x0000_t75" style="width:46.5pt;height:11.25pt">
                  <v:imagedata r:id="rId23" o:title="" chromakey="white"/>
                </v:shape>
              </w:pict>
            </w:r>
          </w:p>
        </w:tc>
        <w:tc>
          <w:tcPr>
            <w:tcW w:w="2394" w:type="dxa"/>
            <w:tcBorders>
              <w:top w:val="nil"/>
              <w:bottom w:val="single" w:sz="12" w:space="0" w:color="auto"/>
              <w:right w:val="nil"/>
            </w:tcBorders>
          </w:tcPr>
          <w:p w:rsidR="00B25F40" w:rsidRPr="00BD4FE6" w:rsidRDefault="00B25F40" w:rsidP="00270D2F">
            <w:pPr>
              <w:spacing w:after="0" w:line="240" w:lineRule="auto"/>
              <w:rPr>
                <w:rFonts w:ascii="Verdana" w:hAnsi="Verdana" w:cs="Verdana"/>
              </w:rPr>
            </w:pPr>
            <w:r w:rsidRPr="00BD4FE6">
              <w:rPr>
                <w:rFonts w:ascii="Verdana" w:hAnsi="Verdana" w:cs="Verdana"/>
              </w:rPr>
              <w:pict>
                <v:shape id="_x0000_i1042" type="#_x0000_t75" style="width:68.25pt;height:16.5pt">
                  <v:imagedata r:id="rId24" o:title="" chromakey="white"/>
                </v:shape>
              </w:pict>
            </w:r>
          </w:p>
        </w:tc>
      </w:tr>
      <w:tr w:rsidR="00B25F40" w:rsidRPr="00BD4FE6">
        <w:trPr>
          <w:jc w:val="center"/>
        </w:trPr>
        <w:tc>
          <w:tcPr>
            <w:tcW w:w="1818" w:type="dxa"/>
            <w:tcBorders>
              <w:top w:val="single" w:sz="12" w:space="0" w:color="auto"/>
              <w:left w:val="nil"/>
              <w:right w:val="single" w:sz="12" w:space="0" w:color="auto"/>
            </w:tcBorders>
          </w:tcPr>
          <w:p w:rsidR="00B25F40" w:rsidRPr="00BD4FE6" w:rsidRDefault="00B25F40" w:rsidP="00270D2F">
            <w:pPr>
              <w:spacing w:after="0" w:line="240" w:lineRule="auto"/>
              <w:jc w:val="center"/>
              <w:rPr>
                <w:rFonts w:ascii="Verdana" w:hAnsi="Verdana" w:cs="Verdana"/>
              </w:rPr>
            </w:pPr>
            <w:r w:rsidRPr="00BD4FE6">
              <w:rPr>
                <w:rFonts w:ascii="Verdana" w:hAnsi="Verdana" w:cs="Verdana"/>
              </w:rPr>
              <w:t>Run 1</w:t>
            </w:r>
          </w:p>
        </w:tc>
        <w:tc>
          <w:tcPr>
            <w:tcW w:w="2250" w:type="dxa"/>
            <w:tcBorders>
              <w:top w:val="single" w:sz="12" w:space="0" w:color="auto"/>
              <w:left w:val="single" w:sz="12" w:space="0" w:color="auto"/>
            </w:tcBorders>
          </w:tcPr>
          <w:p w:rsidR="00B25F40" w:rsidRPr="00BD4FE6" w:rsidRDefault="00B25F40" w:rsidP="00270D2F">
            <w:pPr>
              <w:spacing w:after="0" w:line="240" w:lineRule="auto"/>
              <w:jc w:val="center"/>
              <w:rPr>
                <w:rFonts w:ascii="Verdana" w:hAnsi="Verdana" w:cs="Verdana"/>
              </w:rPr>
            </w:pPr>
            <w:r w:rsidRPr="00BD4FE6">
              <w:rPr>
                <w:rFonts w:ascii="Verdana" w:hAnsi="Verdana" w:cs="Verdana"/>
              </w:rPr>
              <w:t>1.00</w:t>
            </w:r>
          </w:p>
        </w:tc>
        <w:tc>
          <w:tcPr>
            <w:tcW w:w="2394" w:type="dxa"/>
            <w:tcBorders>
              <w:top w:val="single" w:sz="12" w:space="0" w:color="auto"/>
            </w:tcBorders>
          </w:tcPr>
          <w:p w:rsidR="00B25F40" w:rsidRPr="00BD4FE6" w:rsidRDefault="00B25F40" w:rsidP="00270D2F">
            <w:pPr>
              <w:spacing w:after="0" w:line="240" w:lineRule="auto"/>
              <w:jc w:val="center"/>
              <w:rPr>
                <w:rFonts w:ascii="Verdana" w:hAnsi="Verdana" w:cs="Verdana"/>
              </w:rPr>
            </w:pPr>
            <w:r w:rsidRPr="00BD4FE6">
              <w:rPr>
                <w:rFonts w:ascii="Verdana" w:hAnsi="Verdana" w:cs="Verdana"/>
              </w:rPr>
              <w:t>1.00</w:t>
            </w:r>
          </w:p>
        </w:tc>
        <w:tc>
          <w:tcPr>
            <w:tcW w:w="2394" w:type="dxa"/>
            <w:tcBorders>
              <w:top w:val="single" w:sz="12" w:space="0" w:color="auto"/>
              <w:right w:val="nil"/>
            </w:tcBorders>
          </w:tcPr>
          <w:p w:rsidR="00B25F40" w:rsidRPr="00BD4FE6" w:rsidRDefault="00B25F40" w:rsidP="00270D2F">
            <w:pPr>
              <w:spacing w:after="0" w:line="240" w:lineRule="auto"/>
              <w:jc w:val="center"/>
              <w:rPr>
                <w:rFonts w:ascii="Verdana" w:hAnsi="Verdana" w:cs="Verdana"/>
                <w:vertAlign w:val="superscript"/>
              </w:rPr>
            </w:pPr>
            <w:r w:rsidRPr="00BD4FE6">
              <w:rPr>
                <w:rFonts w:ascii="Verdana" w:hAnsi="Verdana" w:cs="Verdana"/>
              </w:rPr>
              <w:t>1.30 x 10</w:t>
            </w:r>
            <w:r w:rsidRPr="00BD4FE6">
              <w:rPr>
                <w:rFonts w:ascii="Verdana" w:hAnsi="Verdana" w:cs="Verdana"/>
                <w:vertAlign w:val="superscript"/>
              </w:rPr>
              <w:t>-3</w:t>
            </w:r>
          </w:p>
        </w:tc>
      </w:tr>
      <w:tr w:rsidR="00B25F40" w:rsidRPr="00BD4FE6">
        <w:trPr>
          <w:jc w:val="center"/>
        </w:trPr>
        <w:tc>
          <w:tcPr>
            <w:tcW w:w="1818" w:type="dxa"/>
            <w:tcBorders>
              <w:left w:val="nil"/>
              <w:right w:val="single" w:sz="12" w:space="0" w:color="auto"/>
            </w:tcBorders>
          </w:tcPr>
          <w:p w:rsidR="00B25F40" w:rsidRPr="00BD4FE6" w:rsidRDefault="00B25F40" w:rsidP="00270D2F">
            <w:pPr>
              <w:spacing w:after="0" w:line="240" w:lineRule="auto"/>
              <w:jc w:val="center"/>
              <w:rPr>
                <w:rFonts w:ascii="Verdana" w:hAnsi="Verdana" w:cs="Verdana"/>
              </w:rPr>
            </w:pPr>
            <w:r w:rsidRPr="00BD4FE6">
              <w:rPr>
                <w:rFonts w:ascii="Verdana" w:hAnsi="Verdana" w:cs="Verdana"/>
              </w:rPr>
              <w:t>Run 2</w:t>
            </w:r>
          </w:p>
        </w:tc>
        <w:tc>
          <w:tcPr>
            <w:tcW w:w="2250" w:type="dxa"/>
            <w:tcBorders>
              <w:left w:val="single" w:sz="12" w:space="0" w:color="auto"/>
            </w:tcBorders>
          </w:tcPr>
          <w:p w:rsidR="00B25F40" w:rsidRPr="00BD4FE6" w:rsidRDefault="00B25F40" w:rsidP="00270D2F">
            <w:pPr>
              <w:spacing w:after="0" w:line="240" w:lineRule="auto"/>
              <w:jc w:val="center"/>
              <w:rPr>
                <w:rFonts w:ascii="Verdana" w:hAnsi="Verdana" w:cs="Verdana"/>
              </w:rPr>
            </w:pPr>
            <w:r w:rsidRPr="00BD4FE6">
              <w:rPr>
                <w:rFonts w:ascii="Verdana" w:hAnsi="Verdana" w:cs="Verdana"/>
              </w:rPr>
              <w:t>1.50</w:t>
            </w:r>
          </w:p>
        </w:tc>
        <w:tc>
          <w:tcPr>
            <w:tcW w:w="2394" w:type="dxa"/>
          </w:tcPr>
          <w:p w:rsidR="00B25F40" w:rsidRPr="00BD4FE6" w:rsidRDefault="00B25F40" w:rsidP="00270D2F">
            <w:pPr>
              <w:spacing w:after="0" w:line="240" w:lineRule="auto"/>
              <w:jc w:val="center"/>
              <w:rPr>
                <w:rFonts w:ascii="Verdana" w:hAnsi="Verdana" w:cs="Verdana"/>
              </w:rPr>
            </w:pPr>
            <w:r w:rsidRPr="00BD4FE6">
              <w:rPr>
                <w:rFonts w:ascii="Verdana" w:hAnsi="Verdana" w:cs="Verdana"/>
              </w:rPr>
              <w:t>1.00</w:t>
            </w:r>
          </w:p>
        </w:tc>
        <w:tc>
          <w:tcPr>
            <w:tcW w:w="2394" w:type="dxa"/>
            <w:tcBorders>
              <w:right w:val="nil"/>
            </w:tcBorders>
          </w:tcPr>
          <w:p w:rsidR="00B25F40" w:rsidRPr="00BD4FE6" w:rsidRDefault="00B25F40" w:rsidP="00270D2F">
            <w:pPr>
              <w:spacing w:after="0" w:line="240" w:lineRule="auto"/>
              <w:jc w:val="center"/>
              <w:rPr>
                <w:rFonts w:ascii="Verdana" w:hAnsi="Verdana" w:cs="Verdana"/>
              </w:rPr>
            </w:pPr>
            <w:r w:rsidRPr="00BD4FE6">
              <w:rPr>
                <w:rFonts w:ascii="Verdana" w:hAnsi="Verdana" w:cs="Verdana"/>
              </w:rPr>
              <w:t>2.93 x 10</w:t>
            </w:r>
            <w:r w:rsidRPr="00BD4FE6">
              <w:rPr>
                <w:rFonts w:ascii="Verdana" w:hAnsi="Verdana" w:cs="Verdana"/>
                <w:vertAlign w:val="superscript"/>
              </w:rPr>
              <w:t>-3</w:t>
            </w:r>
          </w:p>
        </w:tc>
      </w:tr>
      <w:tr w:rsidR="00B25F40" w:rsidRPr="00BD4FE6">
        <w:trPr>
          <w:jc w:val="center"/>
        </w:trPr>
        <w:tc>
          <w:tcPr>
            <w:tcW w:w="1818" w:type="dxa"/>
            <w:tcBorders>
              <w:left w:val="nil"/>
              <w:bottom w:val="nil"/>
              <w:right w:val="single" w:sz="12" w:space="0" w:color="auto"/>
            </w:tcBorders>
          </w:tcPr>
          <w:p w:rsidR="00B25F40" w:rsidRPr="00BD4FE6" w:rsidRDefault="00B25F40" w:rsidP="00270D2F">
            <w:pPr>
              <w:spacing w:after="0" w:line="240" w:lineRule="auto"/>
              <w:jc w:val="center"/>
              <w:rPr>
                <w:rFonts w:ascii="Verdana" w:hAnsi="Verdana" w:cs="Verdana"/>
              </w:rPr>
            </w:pPr>
            <w:r w:rsidRPr="00BD4FE6">
              <w:rPr>
                <w:rFonts w:ascii="Verdana" w:hAnsi="Verdana" w:cs="Verdana"/>
              </w:rPr>
              <w:t>Run 3</w:t>
            </w:r>
          </w:p>
        </w:tc>
        <w:tc>
          <w:tcPr>
            <w:tcW w:w="2250" w:type="dxa"/>
            <w:tcBorders>
              <w:left w:val="single" w:sz="12" w:space="0" w:color="auto"/>
              <w:bottom w:val="nil"/>
            </w:tcBorders>
          </w:tcPr>
          <w:p w:rsidR="00B25F40" w:rsidRPr="00BD4FE6" w:rsidRDefault="00B25F40" w:rsidP="00270D2F">
            <w:pPr>
              <w:spacing w:after="0" w:line="240" w:lineRule="auto"/>
              <w:jc w:val="center"/>
              <w:rPr>
                <w:rFonts w:ascii="Verdana" w:hAnsi="Verdana" w:cs="Verdana"/>
              </w:rPr>
            </w:pPr>
            <w:r w:rsidRPr="00BD4FE6">
              <w:rPr>
                <w:rFonts w:ascii="Verdana" w:hAnsi="Verdana" w:cs="Verdana"/>
              </w:rPr>
              <w:t>1.50</w:t>
            </w:r>
          </w:p>
        </w:tc>
        <w:tc>
          <w:tcPr>
            <w:tcW w:w="2394" w:type="dxa"/>
            <w:tcBorders>
              <w:bottom w:val="nil"/>
            </w:tcBorders>
          </w:tcPr>
          <w:p w:rsidR="00B25F40" w:rsidRPr="00BD4FE6" w:rsidRDefault="00B25F40" w:rsidP="00270D2F">
            <w:pPr>
              <w:spacing w:after="0" w:line="240" w:lineRule="auto"/>
              <w:jc w:val="center"/>
              <w:rPr>
                <w:rFonts w:ascii="Verdana" w:hAnsi="Verdana" w:cs="Verdana"/>
              </w:rPr>
            </w:pPr>
            <w:r w:rsidRPr="00BD4FE6">
              <w:rPr>
                <w:rFonts w:ascii="Verdana" w:hAnsi="Verdana" w:cs="Verdana"/>
              </w:rPr>
              <w:t>3.00</w:t>
            </w:r>
          </w:p>
        </w:tc>
        <w:tc>
          <w:tcPr>
            <w:tcW w:w="2394" w:type="dxa"/>
            <w:tcBorders>
              <w:bottom w:val="nil"/>
              <w:right w:val="nil"/>
            </w:tcBorders>
          </w:tcPr>
          <w:p w:rsidR="00B25F40" w:rsidRPr="00BD4FE6" w:rsidRDefault="00B25F40" w:rsidP="00270D2F">
            <w:pPr>
              <w:spacing w:after="0" w:line="240" w:lineRule="auto"/>
              <w:jc w:val="center"/>
              <w:rPr>
                <w:rFonts w:ascii="Verdana" w:hAnsi="Verdana" w:cs="Verdana"/>
              </w:rPr>
            </w:pPr>
            <w:r w:rsidRPr="00BD4FE6">
              <w:rPr>
                <w:rFonts w:ascii="Verdana" w:hAnsi="Verdana" w:cs="Verdana"/>
              </w:rPr>
              <w:t>8.78 x 10</w:t>
            </w:r>
            <w:r w:rsidRPr="00BD4FE6">
              <w:rPr>
                <w:rFonts w:ascii="Verdana" w:hAnsi="Verdana" w:cs="Verdana"/>
                <w:vertAlign w:val="superscript"/>
              </w:rPr>
              <w:t>-3</w:t>
            </w:r>
          </w:p>
        </w:tc>
      </w:tr>
    </w:tbl>
    <w:p w:rsidR="00B25F40" w:rsidRPr="00BD4FE6" w:rsidRDefault="00B25F40" w:rsidP="001B3E20">
      <w:pPr>
        <w:rPr>
          <w:rFonts w:ascii="Verdana" w:hAnsi="Verdana" w:cs="Verdana"/>
        </w:rPr>
      </w:pPr>
    </w:p>
    <w:sectPr w:rsidR="00B25F40" w:rsidRPr="00BD4FE6" w:rsidSect="000E2FA4">
      <w:pgSz w:w="12240" w:h="15840"/>
      <w:pgMar w:top="1440" w:right="108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005CD"/>
    <w:multiLevelType w:val="hybridMultilevel"/>
    <w:tmpl w:val="D5B6361A"/>
    <w:lvl w:ilvl="0" w:tplc="808020A6">
      <w:start w:val="1"/>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5255C"/>
    <w:multiLevelType w:val="hybridMultilevel"/>
    <w:tmpl w:val="D9C85D58"/>
    <w:lvl w:ilvl="0" w:tplc="F5B825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CF658E"/>
    <w:multiLevelType w:val="hybridMultilevel"/>
    <w:tmpl w:val="45DEACD4"/>
    <w:lvl w:ilvl="0" w:tplc="F5B825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5D66CC"/>
    <w:multiLevelType w:val="hybridMultilevel"/>
    <w:tmpl w:val="97CE57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E85521"/>
    <w:multiLevelType w:val="hybridMultilevel"/>
    <w:tmpl w:val="DED2BAC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360960"/>
    <w:multiLevelType w:val="hybridMultilevel"/>
    <w:tmpl w:val="45DEACD4"/>
    <w:lvl w:ilvl="0" w:tplc="F5B825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9C269B"/>
    <w:multiLevelType w:val="hybridMultilevel"/>
    <w:tmpl w:val="CA4AEF88"/>
    <w:lvl w:ilvl="0" w:tplc="3F14489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nsid w:val="5D5D072B"/>
    <w:multiLevelType w:val="hybridMultilevel"/>
    <w:tmpl w:val="4044CEE4"/>
    <w:lvl w:ilvl="0" w:tplc="879E4E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1B35D23"/>
    <w:multiLevelType w:val="hybridMultilevel"/>
    <w:tmpl w:val="BBA890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1A3BAC"/>
    <w:multiLevelType w:val="hybridMultilevel"/>
    <w:tmpl w:val="61C675BA"/>
    <w:lvl w:ilvl="0" w:tplc="F5B825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15154E"/>
    <w:multiLevelType w:val="hybridMultilevel"/>
    <w:tmpl w:val="F3709868"/>
    <w:lvl w:ilvl="0" w:tplc="811439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0"/>
  </w:num>
  <w:num w:numId="3">
    <w:abstractNumId w:val="4"/>
  </w:num>
  <w:num w:numId="4">
    <w:abstractNumId w:val="7"/>
  </w:num>
  <w:num w:numId="5">
    <w:abstractNumId w:val="10"/>
  </w:num>
  <w:num w:numId="6">
    <w:abstractNumId w:val="3"/>
  </w:num>
  <w:num w:numId="7">
    <w:abstractNumId w:val="1"/>
  </w:num>
  <w:num w:numId="8">
    <w:abstractNumId w:val="5"/>
  </w:num>
  <w:num w:numId="9">
    <w:abstractNumId w:val="2"/>
  </w:num>
  <w:num w:numId="10">
    <w:abstractNumId w:val="9"/>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10EE"/>
    <w:rsid w:val="00000981"/>
    <w:rsid w:val="00001D14"/>
    <w:rsid w:val="000027B3"/>
    <w:rsid w:val="00002FF9"/>
    <w:rsid w:val="00005290"/>
    <w:rsid w:val="00005303"/>
    <w:rsid w:val="00007912"/>
    <w:rsid w:val="0002437A"/>
    <w:rsid w:val="00031F25"/>
    <w:rsid w:val="000346E7"/>
    <w:rsid w:val="00037DA0"/>
    <w:rsid w:val="00040FB5"/>
    <w:rsid w:val="00041FF9"/>
    <w:rsid w:val="000437FC"/>
    <w:rsid w:val="00050202"/>
    <w:rsid w:val="00050711"/>
    <w:rsid w:val="0006058B"/>
    <w:rsid w:val="00061124"/>
    <w:rsid w:val="0006122B"/>
    <w:rsid w:val="00062E73"/>
    <w:rsid w:val="00063671"/>
    <w:rsid w:val="00065D16"/>
    <w:rsid w:val="000778DA"/>
    <w:rsid w:val="000821E3"/>
    <w:rsid w:val="0009347F"/>
    <w:rsid w:val="00094486"/>
    <w:rsid w:val="00094A4F"/>
    <w:rsid w:val="00095411"/>
    <w:rsid w:val="00097DED"/>
    <w:rsid w:val="000A0728"/>
    <w:rsid w:val="000A541D"/>
    <w:rsid w:val="000B0F70"/>
    <w:rsid w:val="000B65D8"/>
    <w:rsid w:val="000C675E"/>
    <w:rsid w:val="000C7C8A"/>
    <w:rsid w:val="000D3251"/>
    <w:rsid w:val="000D38C2"/>
    <w:rsid w:val="000D4A7E"/>
    <w:rsid w:val="000E0B50"/>
    <w:rsid w:val="000E1132"/>
    <w:rsid w:val="000E2FA4"/>
    <w:rsid w:val="000E3B65"/>
    <w:rsid w:val="000E4D7F"/>
    <w:rsid w:val="000E698E"/>
    <w:rsid w:val="000F3B98"/>
    <w:rsid w:val="000F4F23"/>
    <w:rsid w:val="000F50BB"/>
    <w:rsid w:val="000F5C93"/>
    <w:rsid w:val="000F7B99"/>
    <w:rsid w:val="001016A8"/>
    <w:rsid w:val="00104FA6"/>
    <w:rsid w:val="001114E0"/>
    <w:rsid w:val="0011278C"/>
    <w:rsid w:val="0011521B"/>
    <w:rsid w:val="0011772B"/>
    <w:rsid w:val="00130707"/>
    <w:rsid w:val="0013737B"/>
    <w:rsid w:val="00141C1C"/>
    <w:rsid w:val="00154352"/>
    <w:rsid w:val="0015592C"/>
    <w:rsid w:val="001578AA"/>
    <w:rsid w:val="0016186B"/>
    <w:rsid w:val="00162C8F"/>
    <w:rsid w:val="001657C3"/>
    <w:rsid w:val="00166302"/>
    <w:rsid w:val="00171516"/>
    <w:rsid w:val="001750CD"/>
    <w:rsid w:val="0018440B"/>
    <w:rsid w:val="00186551"/>
    <w:rsid w:val="00192B3F"/>
    <w:rsid w:val="00193548"/>
    <w:rsid w:val="001A0576"/>
    <w:rsid w:val="001A0B40"/>
    <w:rsid w:val="001A476F"/>
    <w:rsid w:val="001B184B"/>
    <w:rsid w:val="001B3E20"/>
    <w:rsid w:val="001B7AF6"/>
    <w:rsid w:val="001C4AB4"/>
    <w:rsid w:val="001C4D58"/>
    <w:rsid w:val="001D149F"/>
    <w:rsid w:val="001D1968"/>
    <w:rsid w:val="001D706B"/>
    <w:rsid w:val="001E13D6"/>
    <w:rsid w:val="001E1935"/>
    <w:rsid w:val="001E3AED"/>
    <w:rsid w:val="001E48D5"/>
    <w:rsid w:val="001F24ED"/>
    <w:rsid w:val="001F36F5"/>
    <w:rsid w:val="001F3E67"/>
    <w:rsid w:val="001F4792"/>
    <w:rsid w:val="001F52CF"/>
    <w:rsid w:val="001F67C9"/>
    <w:rsid w:val="001F72D8"/>
    <w:rsid w:val="0020408D"/>
    <w:rsid w:val="00212304"/>
    <w:rsid w:val="00212FC8"/>
    <w:rsid w:val="00215895"/>
    <w:rsid w:val="00216621"/>
    <w:rsid w:val="00224160"/>
    <w:rsid w:val="002258AF"/>
    <w:rsid w:val="002329FF"/>
    <w:rsid w:val="0023463D"/>
    <w:rsid w:val="0023603F"/>
    <w:rsid w:val="00243283"/>
    <w:rsid w:val="002458AC"/>
    <w:rsid w:val="002467F8"/>
    <w:rsid w:val="00251560"/>
    <w:rsid w:val="002515CB"/>
    <w:rsid w:val="002542CF"/>
    <w:rsid w:val="0025693B"/>
    <w:rsid w:val="00256A2B"/>
    <w:rsid w:val="002646D2"/>
    <w:rsid w:val="00265F58"/>
    <w:rsid w:val="0026763C"/>
    <w:rsid w:val="00267E5B"/>
    <w:rsid w:val="00270D2F"/>
    <w:rsid w:val="002745D0"/>
    <w:rsid w:val="00281DD4"/>
    <w:rsid w:val="0028397D"/>
    <w:rsid w:val="00290F67"/>
    <w:rsid w:val="00293AFF"/>
    <w:rsid w:val="00294728"/>
    <w:rsid w:val="0029567F"/>
    <w:rsid w:val="00295B7D"/>
    <w:rsid w:val="002A4216"/>
    <w:rsid w:val="002A54CB"/>
    <w:rsid w:val="002B28FD"/>
    <w:rsid w:val="002B3541"/>
    <w:rsid w:val="002B6389"/>
    <w:rsid w:val="002B63AF"/>
    <w:rsid w:val="002B751A"/>
    <w:rsid w:val="002C2243"/>
    <w:rsid w:val="002C6783"/>
    <w:rsid w:val="002C692D"/>
    <w:rsid w:val="002D03CB"/>
    <w:rsid w:val="002D3305"/>
    <w:rsid w:val="002D38CD"/>
    <w:rsid w:val="002D5A87"/>
    <w:rsid w:val="002E12D0"/>
    <w:rsid w:val="002E16B8"/>
    <w:rsid w:val="002E1A9C"/>
    <w:rsid w:val="002E2DA9"/>
    <w:rsid w:val="002F000E"/>
    <w:rsid w:val="002F1659"/>
    <w:rsid w:val="002F4EA0"/>
    <w:rsid w:val="002F573E"/>
    <w:rsid w:val="002F7C40"/>
    <w:rsid w:val="00302B64"/>
    <w:rsid w:val="003055B3"/>
    <w:rsid w:val="00306AA4"/>
    <w:rsid w:val="00306E92"/>
    <w:rsid w:val="003118A4"/>
    <w:rsid w:val="003218D4"/>
    <w:rsid w:val="00322943"/>
    <w:rsid w:val="003359BB"/>
    <w:rsid w:val="00337169"/>
    <w:rsid w:val="00341F68"/>
    <w:rsid w:val="00346856"/>
    <w:rsid w:val="003512E0"/>
    <w:rsid w:val="00351E12"/>
    <w:rsid w:val="00374A15"/>
    <w:rsid w:val="00374E52"/>
    <w:rsid w:val="003847F3"/>
    <w:rsid w:val="00384C68"/>
    <w:rsid w:val="00384CA7"/>
    <w:rsid w:val="003914DA"/>
    <w:rsid w:val="00395CB1"/>
    <w:rsid w:val="003A1815"/>
    <w:rsid w:val="003A6381"/>
    <w:rsid w:val="003A7C0B"/>
    <w:rsid w:val="003B10DC"/>
    <w:rsid w:val="003C3E01"/>
    <w:rsid w:val="003D20B7"/>
    <w:rsid w:val="003E3852"/>
    <w:rsid w:val="003F0A9C"/>
    <w:rsid w:val="003F2111"/>
    <w:rsid w:val="003F62B6"/>
    <w:rsid w:val="0040319E"/>
    <w:rsid w:val="00406BC1"/>
    <w:rsid w:val="00407A32"/>
    <w:rsid w:val="00411830"/>
    <w:rsid w:val="0041243C"/>
    <w:rsid w:val="00414BEE"/>
    <w:rsid w:val="004242BE"/>
    <w:rsid w:val="00425EC9"/>
    <w:rsid w:val="00427EAA"/>
    <w:rsid w:val="004355FC"/>
    <w:rsid w:val="004538DF"/>
    <w:rsid w:val="00462F4B"/>
    <w:rsid w:val="004666E5"/>
    <w:rsid w:val="004716EB"/>
    <w:rsid w:val="00476384"/>
    <w:rsid w:val="00480730"/>
    <w:rsid w:val="004827EB"/>
    <w:rsid w:val="00486AC1"/>
    <w:rsid w:val="004907E4"/>
    <w:rsid w:val="00490FD7"/>
    <w:rsid w:val="004A0C68"/>
    <w:rsid w:val="004A44C5"/>
    <w:rsid w:val="004A489C"/>
    <w:rsid w:val="004A6FF4"/>
    <w:rsid w:val="004B1864"/>
    <w:rsid w:val="004B2CDF"/>
    <w:rsid w:val="004B58C4"/>
    <w:rsid w:val="004D23E1"/>
    <w:rsid w:val="004D4579"/>
    <w:rsid w:val="004D6409"/>
    <w:rsid w:val="004E1E08"/>
    <w:rsid w:val="004E1E0D"/>
    <w:rsid w:val="004E79B1"/>
    <w:rsid w:val="004F0F15"/>
    <w:rsid w:val="004F31BB"/>
    <w:rsid w:val="004F3ED9"/>
    <w:rsid w:val="004F4F65"/>
    <w:rsid w:val="004F6E2A"/>
    <w:rsid w:val="005003D1"/>
    <w:rsid w:val="00504823"/>
    <w:rsid w:val="0050696C"/>
    <w:rsid w:val="005142BC"/>
    <w:rsid w:val="005179FD"/>
    <w:rsid w:val="00517FBF"/>
    <w:rsid w:val="00532385"/>
    <w:rsid w:val="00532EB1"/>
    <w:rsid w:val="00545C1D"/>
    <w:rsid w:val="00547BB6"/>
    <w:rsid w:val="00555568"/>
    <w:rsid w:val="00561195"/>
    <w:rsid w:val="00562357"/>
    <w:rsid w:val="00571AA7"/>
    <w:rsid w:val="00580D13"/>
    <w:rsid w:val="00582B65"/>
    <w:rsid w:val="005A05A4"/>
    <w:rsid w:val="005B4695"/>
    <w:rsid w:val="005B4715"/>
    <w:rsid w:val="005C2152"/>
    <w:rsid w:val="005C38A4"/>
    <w:rsid w:val="005D307E"/>
    <w:rsid w:val="005D4A3C"/>
    <w:rsid w:val="005E1EF0"/>
    <w:rsid w:val="005F3652"/>
    <w:rsid w:val="005F4899"/>
    <w:rsid w:val="00600034"/>
    <w:rsid w:val="006073F5"/>
    <w:rsid w:val="006118DF"/>
    <w:rsid w:val="00616437"/>
    <w:rsid w:val="006251A3"/>
    <w:rsid w:val="006254D5"/>
    <w:rsid w:val="0063151C"/>
    <w:rsid w:val="00634668"/>
    <w:rsid w:val="00636E36"/>
    <w:rsid w:val="0064252E"/>
    <w:rsid w:val="00643FD5"/>
    <w:rsid w:val="00652C51"/>
    <w:rsid w:val="0065312B"/>
    <w:rsid w:val="00654743"/>
    <w:rsid w:val="00676A88"/>
    <w:rsid w:val="00676D64"/>
    <w:rsid w:val="0068011C"/>
    <w:rsid w:val="006873D7"/>
    <w:rsid w:val="00687694"/>
    <w:rsid w:val="00690C14"/>
    <w:rsid w:val="006935EF"/>
    <w:rsid w:val="00694B92"/>
    <w:rsid w:val="006956F8"/>
    <w:rsid w:val="006969C9"/>
    <w:rsid w:val="006B047F"/>
    <w:rsid w:val="006B05F8"/>
    <w:rsid w:val="006B77E1"/>
    <w:rsid w:val="006C60D1"/>
    <w:rsid w:val="006C656B"/>
    <w:rsid w:val="006C71EF"/>
    <w:rsid w:val="006D1EF4"/>
    <w:rsid w:val="006D47D4"/>
    <w:rsid w:val="006D4E26"/>
    <w:rsid w:val="006D5918"/>
    <w:rsid w:val="006E2DC7"/>
    <w:rsid w:val="006E5106"/>
    <w:rsid w:val="006F6AB5"/>
    <w:rsid w:val="007014D6"/>
    <w:rsid w:val="00702BC6"/>
    <w:rsid w:val="0070321C"/>
    <w:rsid w:val="00715D49"/>
    <w:rsid w:val="007171D7"/>
    <w:rsid w:val="00724875"/>
    <w:rsid w:val="00726A40"/>
    <w:rsid w:val="00730363"/>
    <w:rsid w:val="00733135"/>
    <w:rsid w:val="0074065E"/>
    <w:rsid w:val="0074184B"/>
    <w:rsid w:val="007445A9"/>
    <w:rsid w:val="00747F7A"/>
    <w:rsid w:val="00750104"/>
    <w:rsid w:val="007609B8"/>
    <w:rsid w:val="00766D1E"/>
    <w:rsid w:val="00766E41"/>
    <w:rsid w:val="00772EA3"/>
    <w:rsid w:val="007745E5"/>
    <w:rsid w:val="0077492B"/>
    <w:rsid w:val="0078614D"/>
    <w:rsid w:val="00787E7A"/>
    <w:rsid w:val="00787F65"/>
    <w:rsid w:val="007932F8"/>
    <w:rsid w:val="00796707"/>
    <w:rsid w:val="007B7820"/>
    <w:rsid w:val="007B7896"/>
    <w:rsid w:val="007C0D31"/>
    <w:rsid w:val="007D1DFB"/>
    <w:rsid w:val="007D4BDF"/>
    <w:rsid w:val="007D5276"/>
    <w:rsid w:val="007D5827"/>
    <w:rsid w:val="007D7732"/>
    <w:rsid w:val="007E1777"/>
    <w:rsid w:val="007E566F"/>
    <w:rsid w:val="007F07C7"/>
    <w:rsid w:val="007F0EE0"/>
    <w:rsid w:val="007F512C"/>
    <w:rsid w:val="0081002D"/>
    <w:rsid w:val="00810C06"/>
    <w:rsid w:val="00812E46"/>
    <w:rsid w:val="00823F29"/>
    <w:rsid w:val="00830407"/>
    <w:rsid w:val="008308A4"/>
    <w:rsid w:val="00833069"/>
    <w:rsid w:val="00842F80"/>
    <w:rsid w:val="00843B4A"/>
    <w:rsid w:val="00846666"/>
    <w:rsid w:val="008511DB"/>
    <w:rsid w:val="008534E6"/>
    <w:rsid w:val="00873A53"/>
    <w:rsid w:val="00874509"/>
    <w:rsid w:val="00885DCF"/>
    <w:rsid w:val="00885EF6"/>
    <w:rsid w:val="008904A5"/>
    <w:rsid w:val="00891D9F"/>
    <w:rsid w:val="008C3E2C"/>
    <w:rsid w:val="008C40B4"/>
    <w:rsid w:val="008D3DAC"/>
    <w:rsid w:val="008E0379"/>
    <w:rsid w:val="008F3C69"/>
    <w:rsid w:val="008F7E22"/>
    <w:rsid w:val="009027A4"/>
    <w:rsid w:val="00904947"/>
    <w:rsid w:val="00907E29"/>
    <w:rsid w:val="00912B65"/>
    <w:rsid w:val="0091721E"/>
    <w:rsid w:val="00922320"/>
    <w:rsid w:val="00936A83"/>
    <w:rsid w:val="00937392"/>
    <w:rsid w:val="00937B9B"/>
    <w:rsid w:val="00947223"/>
    <w:rsid w:val="009558AA"/>
    <w:rsid w:val="00955D8B"/>
    <w:rsid w:val="0095643F"/>
    <w:rsid w:val="00961016"/>
    <w:rsid w:val="00962FF4"/>
    <w:rsid w:val="00963043"/>
    <w:rsid w:val="0096379A"/>
    <w:rsid w:val="00964F3A"/>
    <w:rsid w:val="009674AA"/>
    <w:rsid w:val="0097438C"/>
    <w:rsid w:val="00974D96"/>
    <w:rsid w:val="009773A7"/>
    <w:rsid w:val="00982BC7"/>
    <w:rsid w:val="00992971"/>
    <w:rsid w:val="009930E7"/>
    <w:rsid w:val="0099649D"/>
    <w:rsid w:val="009A022D"/>
    <w:rsid w:val="009A0AFD"/>
    <w:rsid w:val="009A12E6"/>
    <w:rsid w:val="009A373F"/>
    <w:rsid w:val="009A45A3"/>
    <w:rsid w:val="009A4A91"/>
    <w:rsid w:val="009A7B5B"/>
    <w:rsid w:val="009B217D"/>
    <w:rsid w:val="009B527F"/>
    <w:rsid w:val="009C28E7"/>
    <w:rsid w:val="009C3183"/>
    <w:rsid w:val="009C7DFD"/>
    <w:rsid w:val="009D0E85"/>
    <w:rsid w:val="009D3152"/>
    <w:rsid w:val="009D53D8"/>
    <w:rsid w:val="009D7141"/>
    <w:rsid w:val="009E149C"/>
    <w:rsid w:val="009E540E"/>
    <w:rsid w:val="009F4520"/>
    <w:rsid w:val="00A00962"/>
    <w:rsid w:val="00A009B7"/>
    <w:rsid w:val="00A04BE7"/>
    <w:rsid w:val="00A104B1"/>
    <w:rsid w:val="00A21400"/>
    <w:rsid w:val="00A24B8F"/>
    <w:rsid w:val="00A24F4C"/>
    <w:rsid w:val="00A3057F"/>
    <w:rsid w:val="00A3213D"/>
    <w:rsid w:val="00A35F1A"/>
    <w:rsid w:val="00A36861"/>
    <w:rsid w:val="00A3756F"/>
    <w:rsid w:val="00A42BD8"/>
    <w:rsid w:val="00A45298"/>
    <w:rsid w:val="00A471AE"/>
    <w:rsid w:val="00A51418"/>
    <w:rsid w:val="00A52F39"/>
    <w:rsid w:val="00A5616C"/>
    <w:rsid w:val="00A56CFB"/>
    <w:rsid w:val="00A66B03"/>
    <w:rsid w:val="00A714F1"/>
    <w:rsid w:val="00A73686"/>
    <w:rsid w:val="00A75535"/>
    <w:rsid w:val="00A75709"/>
    <w:rsid w:val="00A775B7"/>
    <w:rsid w:val="00A81630"/>
    <w:rsid w:val="00A8386B"/>
    <w:rsid w:val="00A86876"/>
    <w:rsid w:val="00A96FE7"/>
    <w:rsid w:val="00A97689"/>
    <w:rsid w:val="00AA05F9"/>
    <w:rsid w:val="00AC337D"/>
    <w:rsid w:val="00AC43BF"/>
    <w:rsid w:val="00AD16BF"/>
    <w:rsid w:val="00AE0ECE"/>
    <w:rsid w:val="00AE1B9B"/>
    <w:rsid w:val="00AE6EEE"/>
    <w:rsid w:val="00B03F13"/>
    <w:rsid w:val="00B055B7"/>
    <w:rsid w:val="00B058C0"/>
    <w:rsid w:val="00B1019B"/>
    <w:rsid w:val="00B10B9D"/>
    <w:rsid w:val="00B10F2C"/>
    <w:rsid w:val="00B11C01"/>
    <w:rsid w:val="00B12C70"/>
    <w:rsid w:val="00B24588"/>
    <w:rsid w:val="00B24776"/>
    <w:rsid w:val="00B248D3"/>
    <w:rsid w:val="00B251C3"/>
    <w:rsid w:val="00B25F40"/>
    <w:rsid w:val="00B32156"/>
    <w:rsid w:val="00B32298"/>
    <w:rsid w:val="00B32D0D"/>
    <w:rsid w:val="00B34166"/>
    <w:rsid w:val="00B346B1"/>
    <w:rsid w:val="00B358FC"/>
    <w:rsid w:val="00B4295A"/>
    <w:rsid w:val="00B43B7A"/>
    <w:rsid w:val="00B452CE"/>
    <w:rsid w:val="00B47355"/>
    <w:rsid w:val="00B47EAC"/>
    <w:rsid w:val="00B51535"/>
    <w:rsid w:val="00B5427A"/>
    <w:rsid w:val="00B56531"/>
    <w:rsid w:val="00B569C0"/>
    <w:rsid w:val="00B60140"/>
    <w:rsid w:val="00B6047C"/>
    <w:rsid w:val="00B61D10"/>
    <w:rsid w:val="00B63470"/>
    <w:rsid w:val="00B64C18"/>
    <w:rsid w:val="00B64CF3"/>
    <w:rsid w:val="00B73254"/>
    <w:rsid w:val="00B73CA2"/>
    <w:rsid w:val="00B80E02"/>
    <w:rsid w:val="00B840CB"/>
    <w:rsid w:val="00B93E0A"/>
    <w:rsid w:val="00B977AE"/>
    <w:rsid w:val="00BA0E2D"/>
    <w:rsid w:val="00BA4074"/>
    <w:rsid w:val="00BA58C9"/>
    <w:rsid w:val="00BB25C5"/>
    <w:rsid w:val="00BB3255"/>
    <w:rsid w:val="00BC0730"/>
    <w:rsid w:val="00BC17C5"/>
    <w:rsid w:val="00BC2DC7"/>
    <w:rsid w:val="00BC463E"/>
    <w:rsid w:val="00BC517B"/>
    <w:rsid w:val="00BC793F"/>
    <w:rsid w:val="00BD287E"/>
    <w:rsid w:val="00BD3424"/>
    <w:rsid w:val="00BD4FE6"/>
    <w:rsid w:val="00BE0D90"/>
    <w:rsid w:val="00BE2672"/>
    <w:rsid w:val="00BF0B38"/>
    <w:rsid w:val="00BF7C90"/>
    <w:rsid w:val="00C00D6E"/>
    <w:rsid w:val="00C014CB"/>
    <w:rsid w:val="00C1292B"/>
    <w:rsid w:val="00C15437"/>
    <w:rsid w:val="00C22EDC"/>
    <w:rsid w:val="00C30B96"/>
    <w:rsid w:val="00C32CC5"/>
    <w:rsid w:val="00C3401B"/>
    <w:rsid w:val="00C348FD"/>
    <w:rsid w:val="00C400B5"/>
    <w:rsid w:val="00C412B8"/>
    <w:rsid w:val="00C44A16"/>
    <w:rsid w:val="00C45CDD"/>
    <w:rsid w:val="00C518F3"/>
    <w:rsid w:val="00C54786"/>
    <w:rsid w:val="00C60284"/>
    <w:rsid w:val="00C60629"/>
    <w:rsid w:val="00C62A90"/>
    <w:rsid w:val="00C62DEC"/>
    <w:rsid w:val="00C630F9"/>
    <w:rsid w:val="00C63430"/>
    <w:rsid w:val="00C71A92"/>
    <w:rsid w:val="00C71C1D"/>
    <w:rsid w:val="00C7365C"/>
    <w:rsid w:val="00C74BB8"/>
    <w:rsid w:val="00C76C7F"/>
    <w:rsid w:val="00C770F4"/>
    <w:rsid w:val="00C8288E"/>
    <w:rsid w:val="00C845AA"/>
    <w:rsid w:val="00C856B7"/>
    <w:rsid w:val="00C87689"/>
    <w:rsid w:val="00C91F69"/>
    <w:rsid w:val="00C9290A"/>
    <w:rsid w:val="00C9404B"/>
    <w:rsid w:val="00C940AA"/>
    <w:rsid w:val="00CA1D15"/>
    <w:rsid w:val="00CB2CE2"/>
    <w:rsid w:val="00CB3B1A"/>
    <w:rsid w:val="00CB5637"/>
    <w:rsid w:val="00CC0EC2"/>
    <w:rsid w:val="00CC2913"/>
    <w:rsid w:val="00CC69D0"/>
    <w:rsid w:val="00CD0249"/>
    <w:rsid w:val="00CD3273"/>
    <w:rsid w:val="00CE10FA"/>
    <w:rsid w:val="00CE2630"/>
    <w:rsid w:val="00CE36B9"/>
    <w:rsid w:val="00CE3B92"/>
    <w:rsid w:val="00CE7AD0"/>
    <w:rsid w:val="00CF334E"/>
    <w:rsid w:val="00CF6FAA"/>
    <w:rsid w:val="00CF743F"/>
    <w:rsid w:val="00D00790"/>
    <w:rsid w:val="00D025F3"/>
    <w:rsid w:val="00D03177"/>
    <w:rsid w:val="00D05C85"/>
    <w:rsid w:val="00D06D10"/>
    <w:rsid w:val="00D10C74"/>
    <w:rsid w:val="00D26EB9"/>
    <w:rsid w:val="00D30BF3"/>
    <w:rsid w:val="00D33BBE"/>
    <w:rsid w:val="00D34146"/>
    <w:rsid w:val="00D37804"/>
    <w:rsid w:val="00D406FC"/>
    <w:rsid w:val="00D40AE6"/>
    <w:rsid w:val="00D41FCA"/>
    <w:rsid w:val="00D4236F"/>
    <w:rsid w:val="00D43A14"/>
    <w:rsid w:val="00D444CB"/>
    <w:rsid w:val="00D45D71"/>
    <w:rsid w:val="00D45E2B"/>
    <w:rsid w:val="00D508E3"/>
    <w:rsid w:val="00D5453E"/>
    <w:rsid w:val="00D56537"/>
    <w:rsid w:val="00D64EF8"/>
    <w:rsid w:val="00D71622"/>
    <w:rsid w:val="00D730F0"/>
    <w:rsid w:val="00D749E9"/>
    <w:rsid w:val="00D77D30"/>
    <w:rsid w:val="00D82A2F"/>
    <w:rsid w:val="00D82A8D"/>
    <w:rsid w:val="00D835CD"/>
    <w:rsid w:val="00D8502C"/>
    <w:rsid w:val="00D959DF"/>
    <w:rsid w:val="00D97F0B"/>
    <w:rsid w:val="00DA02CA"/>
    <w:rsid w:val="00DA5E23"/>
    <w:rsid w:val="00DA60F6"/>
    <w:rsid w:val="00DA64B0"/>
    <w:rsid w:val="00DA70EE"/>
    <w:rsid w:val="00DB0E60"/>
    <w:rsid w:val="00DC1AD1"/>
    <w:rsid w:val="00DC1B00"/>
    <w:rsid w:val="00DC55D8"/>
    <w:rsid w:val="00DD0369"/>
    <w:rsid w:val="00DD2CD4"/>
    <w:rsid w:val="00DD3B82"/>
    <w:rsid w:val="00DD77F0"/>
    <w:rsid w:val="00DE10EE"/>
    <w:rsid w:val="00DE52A7"/>
    <w:rsid w:val="00DF0810"/>
    <w:rsid w:val="00DF4257"/>
    <w:rsid w:val="00E0344B"/>
    <w:rsid w:val="00E12499"/>
    <w:rsid w:val="00E66FA1"/>
    <w:rsid w:val="00E6790A"/>
    <w:rsid w:val="00E70F41"/>
    <w:rsid w:val="00E816E8"/>
    <w:rsid w:val="00E8353E"/>
    <w:rsid w:val="00E8653D"/>
    <w:rsid w:val="00E87725"/>
    <w:rsid w:val="00EA3F55"/>
    <w:rsid w:val="00EB6CE8"/>
    <w:rsid w:val="00EB701E"/>
    <w:rsid w:val="00EC13A4"/>
    <w:rsid w:val="00EC1415"/>
    <w:rsid w:val="00EC4CD6"/>
    <w:rsid w:val="00EC4CFE"/>
    <w:rsid w:val="00ED440D"/>
    <w:rsid w:val="00EE199E"/>
    <w:rsid w:val="00EE1AC8"/>
    <w:rsid w:val="00EE6122"/>
    <w:rsid w:val="00EF0983"/>
    <w:rsid w:val="00F17ACF"/>
    <w:rsid w:val="00F27305"/>
    <w:rsid w:val="00F361EC"/>
    <w:rsid w:val="00F37699"/>
    <w:rsid w:val="00F40A3C"/>
    <w:rsid w:val="00F414A1"/>
    <w:rsid w:val="00F43769"/>
    <w:rsid w:val="00F466D8"/>
    <w:rsid w:val="00F467D0"/>
    <w:rsid w:val="00F51859"/>
    <w:rsid w:val="00F55D0A"/>
    <w:rsid w:val="00F55DDB"/>
    <w:rsid w:val="00F624E0"/>
    <w:rsid w:val="00F6719A"/>
    <w:rsid w:val="00F74E24"/>
    <w:rsid w:val="00F820CE"/>
    <w:rsid w:val="00F964E1"/>
    <w:rsid w:val="00F9729C"/>
    <w:rsid w:val="00FA1532"/>
    <w:rsid w:val="00FA7187"/>
    <w:rsid w:val="00FA7439"/>
    <w:rsid w:val="00FC1AFD"/>
    <w:rsid w:val="00FC33F9"/>
    <w:rsid w:val="00FC760D"/>
    <w:rsid w:val="00FD2848"/>
    <w:rsid w:val="00FD3D79"/>
    <w:rsid w:val="00FD62EA"/>
    <w:rsid w:val="00FE4D71"/>
    <w:rsid w:val="00FE70DF"/>
    <w:rsid w:val="00FF5DF1"/>
    <w:rsid w:val="00FF799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B00"/>
    <w:pPr>
      <w:spacing w:after="200" w:line="276" w:lineRule="auto"/>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E10EE"/>
    <w:pPr>
      <w:ind w:left="720"/>
      <w:contextualSpacing/>
    </w:pPr>
  </w:style>
  <w:style w:type="paragraph" w:styleId="BalloonText">
    <w:name w:val="Balloon Text"/>
    <w:basedOn w:val="Normal"/>
    <w:link w:val="BalloonTextChar"/>
    <w:uiPriority w:val="99"/>
    <w:semiHidden/>
    <w:rsid w:val="00810C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0C06"/>
    <w:rPr>
      <w:rFonts w:ascii="Tahoma" w:hAnsi="Tahoma" w:cs="Tahoma"/>
      <w:sz w:val="16"/>
      <w:szCs w:val="16"/>
    </w:rPr>
  </w:style>
  <w:style w:type="character" w:styleId="PlaceholderText">
    <w:name w:val="Placeholder Text"/>
    <w:basedOn w:val="DefaultParagraphFont"/>
    <w:uiPriority w:val="99"/>
    <w:semiHidden/>
    <w:rsid w:val="00810C06"/>
    <w:rPr>
      <w:color w:val="808080"/>
    </w:rPr>
  </w:style>
  <w:style w:type="character" w:styleId="Hyperlink">
    <w:name w:val="Hyperlink"/>
    <w:basedOn w:val="DefaultParagraphFont"/>
    <w:uiPriority w:val="99"/>
    <w:rsid w:val="00267E5B"/>
    <w:rPr>
      <w:color w:val="0000FF"/>
      <w:u w:val="single"/>
    </w:rPr>
  </w:style>
  <w:style w:type="table" w:styleId="TableGrid">
    <w:name w:val="Table Grid"/>
    <w:basedOn w:val="TableNormal"/>
    <w:uiPriority w:val="99"/>
    <w:rsid w:val="008304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hyperlink" Target="https://phet.colorado.edu/en/simulation/reactions-and-rates" TargetMode="External"/><Relationship Id="rId15" Type="http://schemas.openxmlformats.org/officeDocument/2006/relationships/image" Target="media/image10.png"/><Relationship Id="rId23" Type="http://schemas.openxmlformats.org/officeDocument/2006/relationships/image" Target="media/image18.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601</Words>
  <Characters>3429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Rates of reactions:  Guided Inquiry</dc:title>
  <dc:subject/>
  <dc:creator>Sleek</dc:creator>
  <cp:keywords/>
  <dc:description/>
  <cp:lastModifiedBy>C363966</cp:lastModifiedBy>
  <cp:revision>2</cp:revision>
  <cp:lastPrinted>2015-05-01T14:24:00Z</cp:lastPrinted>
  <dcterms:created xsi:type="dcterms:W3CDTF">2017-11-20T02:48:00Z</dcterms:created>
  <dcterms:modified xsi:type="dcterms:W3CDTF">2017-11-20T02:48:00Z</dcterms:modified>
</cp:coreProperties>
</file>